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6F013" w14:textId="77777777" w:rsidR="00C043B2" w:rsidRPr="00C043B2" w:rsidRDefault="00C043B2" w:rsidP="00C043B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043B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SARS-CoV-2/human/USA/VT-Broad-CRSP_P2UDBM4W4UPUSW7I/2022, complete genome</w:t>
      </w:r>
    </w:p>
    <w:p w14:paraId="7694EDC1" w14:textId="77777777" w:rsidR="00C043B2" w:rsidRPr="00C043B2" w:rsidRDefault="00C043B2" w:rsidP="00C043B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t>GenBank: ON066609.1</w:t>
      </w:r>
    </w:p>
    <w:p w14:paraId="4A71F1AF" w14:textId="77777777" w:rsidR="00C043B2" w:rsidRPr="00C043B2" w:rsidRDefault="00C043B2" w:rsidP="00C043B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"https://www.ncbi.nlm.nih.gov/nuccore/ON066609.1?report=fasta" </w:instrTex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3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"https://www.ncbi.nlm.nih.gov/nuccore/ON066609.1?report=graph" </w:instrTex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3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66609.1"/>
    <w:bookmarkEnd w:id="1"/>
    <w:p w14:paraId="1051A80F" w14:textId="77777777" w:rsidR="00C043B2" w:rsidRPr="00C043B2" w:rsidRDefault="00C043B2" w:rsidP="00C043B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"https://www.ncbi.nlm.nih.gov/nuccore/ON066609.1" \l "goto2211598546_0" </w:instrTex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043B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043B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7A906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LOCUS       ON066609               29852 bp    RNA     linear   VRL 25-MAR-2022</w:t>
      </w:r>
    </w:p>
    <w:p w14:paraId="1A7DF2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CDE225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SARS-CoV-2/human/USA/VT-Broad-CRSP_P2UDBM4W4UPUSW7I/2022, complete</w:t>
      </w:r>
    </w:p>
    <w:p w14:paraId="20D8BA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3585F7A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ACCESSION   ON066609</w:t>
      </w:r>
    </w:p>
    <w:p w14:paraId="6F7B423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VERSION     ON066609.1</w:t>
      </w:r>
    </w:p>
    <w:p w14:paraId="66A85C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3E3F6B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"https://www.ncbi.nlm.nih.gov/biosample/SAMN26935699"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SAMN26935699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B7DC82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374D7B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485376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AAC6F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3A041E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60C458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FD34DD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29852)</w:t>
      </w:r>
    </w:p>
    <w:p w14:paraId="085EF5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3E01A2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5FC5507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2FABBD6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6A8D83F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520C5E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3F7F9D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1DCF5C6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3719456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5F88FD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7E6D5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29852)</w:t>
      </w:r>
    </w:p>
    <w:p w14:paraId="7E351C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568079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19C3132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6BC364B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41FC73C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0CF1D63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34B47FD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0B98E58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03AA02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C3554C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(25-MAR-2022) Infectious Disease Program, Broad Institute</w:t>
      </w:r>
    </w:p>
    <w:p w14:paraId="15023D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11FA232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66609.1"/>
      <w:bookmarkEnd w:id="2"/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22A8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009C30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4760x</w:t>
      </w:r>
    </w:p>
    <w:p w14:paraId="02F030C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38BBEE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328426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66609.1"/>
      <w:bookmarkEnd w:id="3"/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A8852C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1..29852</w:t>
      </w:r>
    </w:p>
    <w:p w14:paraId="4ADC11E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7A6B5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17CF5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1F0EB0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/isolate="SARS-CoV-2/human/USA/VT-Broad-</w:t>
      </w:r>
    </w:p>
    <w:p w14:paraId="5275AA9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CRSP_P2UDBM4W4UPUSW7I/2022"</w:t>
      </w:r>
    </w:p>
    <w:p w14:paraId="071F03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4BD833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02D687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0CF53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Vermont"</w:t>
      </w:r>
    </w:p>
    <w:p w14:paraId="71283F5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/collection_date="2022-03-04"</w:t>
      </w:r>
    </w:p>
    <w:p w14:paraId="30127F7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50B1AF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4BA8CFE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263D7BC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"https://www.ncbi.nlm.nih.gov/nuccore/ON066609.1?from=245&amp;to=21522"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245..21522</w:t>
      </w:r>
    </w:p>
    <w:p w14:paraId="1FC37D5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ABE4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"https://www.ncbi.nlm.nih.gov/nuccore/ON066609.1?location=245:13435,13435:21522"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join(245..13435,13435..21522)</w:t>
      </w:r>
    </w:p>
    <w:p w14:paraId="425C37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AF4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D45AF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6D842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572A4C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"https://www.ncbi.nlm.nih.gov/protein/2211598547"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UNR41998.1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2848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6D5BC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C6781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9E182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5AE33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8CACB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6FE505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655CDC2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676364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0E376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C6F9D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04491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C74A59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201481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37FAC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C9C0B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97495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A23CD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041C1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FB70D2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8066B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F224C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7977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6F1071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7A9854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D6B98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3BA52A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0111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A1A96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013D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A903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1E6C95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DC6CA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E49C3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ED29D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EF0C6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DBBE47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C39B98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D8E236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0F1710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989D30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77100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51F598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EBA01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0CA49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B75462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D11E18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206905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DC940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QLIKVTLVFLFVAAIFYLITPVHVMSKHTDFSSEIIGYKAIDGGVTRDIASTDTCFAN</w:t>
      </w:r>
    </w:p>
    <w:p w14:paraId="2927A7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14D48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E12DB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5A2D3A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29EFDF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881EB6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B31E12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397A19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B1EBA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D663A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B96F8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7F79B6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1119B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B8F27B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DF2D9A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8952E4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E1DBD8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5FBB1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D7C7E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81C42D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F3D9AE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96C9DD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6EFCF4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8EF4A3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EFE995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84C65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5DFF99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GFCDLKGKYVQIPTTCANDPVGFTLKNTVCTVCGMWKCYGCSCDQLREPMLQSADAQS</w:t>
      </w:r>
    </w:p>
    <w:p w14:paraId="6C76A78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F062DE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B1AD4F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F6A26A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65ADE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19361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D3D134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B188AF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79804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DE68DB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70D6A5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5A0B6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173DBE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4C8BB2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3C1DAB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LVKQGDDYVYLPYPDPSRILGAGCFVDDIVKTDGTLMIERFVSLAIDAYPLTKHPNQE</w:t>
      </w:r>
    </w:p>
    <w:p w14:paraId="1EF11DE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31555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483B1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B4205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ED2C52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6E1282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6CE3D9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11E2A3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D456D5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B80B71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3FDAD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6024CC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14808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37E7FB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6F5864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42D88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1D3778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89E13D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36B309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233C76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7759D3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61E6A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7DA51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D78493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A9DDA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4E20A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EC8353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1AEC3A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895498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2332B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025DFD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80974A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DCC2B7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"https://www.ncbi.nlm.nih.gov/protein/UNR41998.1?from=1&amp;to=180"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0CAB20F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1B41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CBEBC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"https://www.ncbi.nlm.nih.gov/protein/UNR41998.1?from=181&amp;to=818"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1C4FB3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429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70512A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"https://www.ncbi.nlm.nih.gov/protein/UNR41998.1?from=819&amp;to=2762"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08AA9B3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260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1D684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"https://www.ncbi.nlm.nih.gov/protein/UNR41998.1?from=2763&amp;to=3262"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233608C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FC128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35FF3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"https://www.ncbi.nlm.nih.gov/protein/UNR41998.1?from=3263&amp;to=3568"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731AC3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F163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C395D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"https://www.ncbi.nlm.nih.gov/protein/UNR41998.1?from=3569&amp;to=3855"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175847D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93B8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FC9E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"https://www.ncbi.nlm.nih.gov/protein/UNR41998.1?from=3856&amp;to=3938"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2054B2E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FFC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5BC1F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"https://www.ncbi.nlm.nih.gov/protein/UNR41998.1?from=3939&amp;to=4136"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102C0D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FD5E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25DA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"https://www.ncbi.nlm.nih.gov/protein/UNR41998.1?from=4137&amp;to=4249"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522D0D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72BE2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DF6A8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"https://www.ncbi.nlm.nih.gov/protein/UNR41998.1?from=4250&amp;to=4388"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3AB4B6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883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2BFF2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"https://www.ncbi.nlm.nih.gov/protein/UNR41998.1?from=4389&amp;to=5320"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join(13409..13435,13435..16203)</w:t>
      </w:r>
    </w:p>
    <w:p w14:paraId="74E762E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A813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2CD50C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"https://www.ncbi.nlm.nih.gov/protein/UNR41998.1?from=5321&amp;to=5921"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16204..18006</w:t>
      </w:r>
    </w:p>
    <w:p w14:paraId="29A115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C09BD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F286B3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"https://www.ncbi.nlm.nih.gov/protein/UNR41998.1?from=5922&amp;to=6448"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18007..19587</w:t>
      </w:r>
    </w:p>
    <w:p w14:paraId="3CA6E9F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6A64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E96A0F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"https://www.ncbi.nlm.nih.gov/protein/UNR41998.1?from=6449&amp;to=6794"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19588..20625</w:t>
      </w:r>
    </w:p>
    <w:p w14:paraId="43A9BF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2B46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13DC4D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"https://www.ncbi.nlm.nih.gov/protein/UNR41998.1?from=6795&amp;to=7092"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20626..21519</w:t>
      </w:r>
    </w:p>
    <w:p w14:paraId="29B477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B2A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93B0C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"https://www.ncbi.nlm.nih.gov/nuccore/ON066609.1?from=245&amp;to=13450"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245..13450</w:t>
      </w:r>
    </w:p>
    <w:p w14:paraId="59596BE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E15E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AF83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842144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"https://www.ncbi.nlm.nih.gov/protein/2211598548"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UNR41999.1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10B2A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DA24F6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76CC74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CAEEB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D82502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B49EAB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DBD72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7D7B4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94087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9BF2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A3A1C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882B42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944FF4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701FD7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266952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475C75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56D7FA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4C790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70E8FD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B1CF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4770BC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60AFB2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50D8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E9A636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E436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1D85B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9E70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4533C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6DF00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42F81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D8FE70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49DDA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6D6D85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36A8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AF8507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334CC7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93B67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CCAA0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48323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5FC965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620501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0AC421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B7042C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CBD83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4D786D0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FFBAB2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4E158C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4167A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D783E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9130B3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AA17C1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02273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4A359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9AECAF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1AE2D2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2079BC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8EFA38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C61D03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F7D4A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9B763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B138D2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81BC5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C7D23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7D6F24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C19E28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813AF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63DE1C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F0A9E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67CD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A347C9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A9DA4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CB2DF7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53415F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3AE1D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F607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C81643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GFCDLKGKYVQIPTTCANDPVGFTLKNTVCTVCGMWKCYGCSCDQLREPMLQSADAQS</w:t>
      </w:r>
    </w:p>
    <w:p w14:paraId="0AEF5C4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BB369F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"https://www.ncbi.nlm.nih.gov/protein/UNR41999.1?from=1&amp;to=180"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245..784</w:t>
      </w:r>
    </w:p>
    <w:p w14:paraId="4CF499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C0C1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3C7824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"https://www.ncbi.nlm.nih.gov/protein/UNR41999.1?from=181&amp;to=818"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785..2698</w:t>
      </w:r>
    </w:p>
    <w:p w14:paraId="37DCAD3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ECDF6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54371D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"https://www.ncbi.nlm.nih.gov/protein/UNR41999.1?from=819&amp;to=2762"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2699..8530</w:t>
      </w:r>
    </w:p>
    <w:p w14:paraId="477450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49CBC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2E1C8E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"https://www.ncbi.nlm.nih.gov/protein/UNR41999.1?from=2763&amp;to=3262"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8531..10030</w:t>
      </w:r>
    </w:p>
    <w:p w14:paraId="189A71D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0D392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E55E83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"https://www.ncbi.nlm.nih.gov/protein/UNR41999.1?from=3263&amp;to=3568"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10031..10948</w:t>
      </w:r>
    </w:p>
    <w:p w14:paraId="30BAE44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4E8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EE121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"https://www.ncbi.nlm.nih.gov/protein/UNR41999.1?from=3569&amp;to=3855"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10949..11809</w:t>
      </w:r>
    </w:p>
    <w:p w14:paraId="7DCD113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96B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3EF51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"https://www.ncbi.nlm.nih.gov/protein/UNR41999.1?from=3856&amp;to=3938"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11810..12058</w:t>
      </w:r>
    </w:p>
    <w:p w14:paraId="034CF4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5481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6FB92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"https://www.ncbi.nlm.nih.gov/protein/UNR41999.1?from=3939&amp;to=4136"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12059..12652</w:t>
      </w:r>
    </w:p>
    <w:p w14:paraId="0C26E51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305C0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947783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"https://www.ncbi.nlm.nih.gov/protein/UNR41999.1?from=4137&amp;to=4249"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12653..12991</w:t>
      </w:r>
    </w:p>
    <w:p w14:paraId="65DBE9F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AB789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3E9DE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"https://www.ncbi.nlm.nih.gov/protein/UNR41999.1?from=4250&amp;to=4388"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12992..13408</w:t>
      </w:r>
    </w:p>
    <w:p w14:paraId="363CD8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92D7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792C1D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"https://www.ncbi.nlm.nih.gov/protein/UNR41999.1?from=4389&amp;to=4401"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13409..13447</w:t>
      </w:r>
    </w:p>
    <w:p w14:paraId="64224B9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BB93F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1281A9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"https://www.ncbi.nlm.nih.gov/nuccore/ON066609.1?from=13443&amp;to=13470"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13443..13470</w:t>
      </w:r>
    </w:p>
    <w:p w14:paraId="3A91AF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88AB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6EF30E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133E94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"https://www.ncbi.nlm.nih.gov/nuccore/ON066609.1?from=13455&amp;to=13509"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13455..13509</w:t>
      </w:r>
    </w:p>
    <w:p w14:paraId="0F8863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607C4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8D92E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04893C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"https://www.ncbi.nlm.nih.gov/nuccore/ON066609.1?from=21530&amp;to=25342"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21530..25342</w:t>
      </w:r>
    </w:p>
    <w:p w14:paraId="4B5A5BE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83F3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"https://www.ncbi.nlm.nih.gov/nuccore/ON066609.1?from=21530&amp;to=25342"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21530..25342</w:t>
      </w:r>
    </w:p>
    <w:p w14:paraId="351F506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D5C602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E17E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4C869A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UNR42000.1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895C8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BB021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F031A7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IFGTTLDSKTQSLLIVNNATNVVIKVCEFQFCNDPFLDHKNNKSWMESEFRVYSSANN</w:t>
      </w:r>
    </w:p>
    <w:p w14:paraId="351C6DE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EB102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7C60C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3CEFF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72DD9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50490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RLFRKSNLKPFERDISTEIYQAGNKPCNGVAGFNCYFPLRSYSFQPTYGVGHQPYRVV</w:t>
      </w:r>
    </w:p>
    <w:p w14:paraId="5B2654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871AE7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C3EC79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F7D08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AAA23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C0F852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A735A4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65AD8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635E1A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C1F520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899FE5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6BFA48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11897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829B7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893ABC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"https://www.ncbi.nlm.nih.gov/nuccore/ON066609.1?from=25351&amp;to=26178"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25351..26178</w:t>
      </w:r>
    </w:p>
    <w:p w14:paraId="7430DE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1D221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"https://www.ncbi.nlm.nih.gov/nuccore/ON066609.1?from=25351&amp;to=26178"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25351..26178</w:t>
      </w:r>
    </w:p>
    <w:p w14:paraId="455E780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42FF2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7A9EB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126AE3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UNR42001.1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F72E0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CACC0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A4F49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EC82F6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0CE752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B7230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"https://www.ncbi.nlm.nih.gov/nuccore/ON066609.1?from=26203&amp;to=26430"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26203..26430</w:t>
      </w:r>
    </w:p>
    <w:p w14:paraId="46BDEFC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FA3D1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"https://www.ncbi.nlm.nih.gov/nuccore/ON066609.1?from=26203&amp;to=26430"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26203..26430</w:t>
      </w:r>
    </w:p>
    <w:p w14:paraId="4AA6F8C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A3AA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BE11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A8AE2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"https://www.ncbi.nlm.nih.gov/protein/2211598551"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UNR42002.1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2CE5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C67A4D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F2B51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"https://www.ncbi.nlm.nih.gov/nuccore/ON066609.1?from=26481&amp;to=27149"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26481..27149</w:t>
      </w:r>
    </w:p>
    <w:p w14:paraId="2BF0D7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192486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"https://www.ncbi.nlm.nih.gov/nuccore/ON066609.1?from=26481&amp;to=27149"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26481..27149</w:t>
      </w:r>
    </w:p>
    <w:p w14:paraId="73F16FB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578B7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8DE8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41EB23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UNR42003.1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8A828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2575C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62472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F5B4A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C4878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34514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"https://www.ncbi.nlm.nih.gov/nuccore/ON066609.1?from=27160&amp;to=27345"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27160..27345</w:t>
      </w:r>
    </w:p>
    <w:p w14:paraId="4C2239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80721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"https://www.ncbi.nlm.nih.gov/nuccore/ON066609.1?from=27160&amp;to=27345"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27160..27345</w:t>
      </w:r>
    </w:p>
    <w:p w14:paraId="24A2E3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7FBABA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61F4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91BDF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"https://www.ncbi.nlm.nih.gov/protein/2211598553"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UNR42004.1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4CE9F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B9241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BAB55E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"https://www.ncbi.nlm.nih.gov/nuccore/ON066609.1?from=27352&amp;to=27717"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27352..27717</w:t>
      </w:r>
    </w:p>
    <w:p w14:paraId="370AA7C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ED34D9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"https://www.ncbi.nlm.nih.gov/nuccore/ON066609.1?from=27352&amp;to=27717"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27352..27717</w:t>
      </w:r>
    </w:p>
    <w:p w14:paraId="7B5575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887887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8AB5A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E68075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"https://www.ncbi.nlm.nih.gov/protein/2211598554"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UNR42005.1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EE3A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93977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CA4B6B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601C6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"https://www.ncbi.nlm.nih.gov/nuccore/ON066609.1?from=27714&amp;to=27845"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27714..27845</w:t>
      </w:r>
    </w:p>
    <w:p w14:paraId="5D2120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ADD7F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"https://www.ncbi.nlm.nih.gov/nuccore/ON066609.1?from=27714&amp;to=27845"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27714..27845</w:t>
      </w:r>
    </w:p>
    <w:p w14:paraId="7E7E85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6D6EE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85DB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03E2E3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"https://www.ncbi.nlm.nih.gov/protein/2211598555"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UNR42006.1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80F31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9FA88C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"https://www.ncbi.nlm.nih.gov/nuccore/ON066609.1?from=27852&amp;to=28217"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27852..28217</w:t>
      </w:r>
    </w:p>
    <w:p w14:paraId="4B5E28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508A5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"https://www.ncbi.nlm.nih.gov/nuccore/ON066609.1?from=27852&amp;to=28217"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27852..28217</w:t>
      </w:r>
    </w:p>
    <w:p w14:paraId="0AD79F6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0D0AA8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CE77E2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7E01C8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"https://www.ncbi.nlm.nih.gov/protein/2211598556"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UNR42007.1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B41A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76878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DD88AC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751DCD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"https://www.ncbi.nlm.nih.gov/nuccore/ON066609.1?from=28232&amp;to=29482"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28232..29482</w:t>
      </w:r>
    </w:p>
    <w:p w14:paraId="6A924C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97F68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"https://www.ncbi.nlm.nih.gov/nuccore/ON066609.1?from=28232&amp;to=29482"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28232..29482</w:t>
      </w:r>
    </w:p>
    <w:p w14:paraId="25D9BE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D7BD6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E6077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DB8B79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UNR42008.1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69175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4B2625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A74753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0C2446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7C719C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C35CD6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714B81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0E7FB0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E9591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"https://www.ncbi.nlm.nih.gov/nuccore/ON066609.1?from=29507&amp;to=29623"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29507..29623</w:t>
      </w:r>
    </w:p>
    <w:p w14:paraId="0AEAC6A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D435E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"https://www.ncbi.nlm.nih.gov/nuccore/ON066609.1?from=29507&amp;to=29623"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29507..29623</w:t>
      </w:r>
    </w:p>
    <w:p w14:paraId="4724F0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F287C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31EBB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92C01F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"https://www.ncbi.nlm.nih.gov/protein/2211598558"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UNR42009.1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854A67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2830A7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"https://www.ncbi.nlm.nih.gov/nuccore/ON066609.1?from=29558&amp;to=29593"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29558..29593</w:t>
      </w:r>
    </w:p>
    <w:p w14:paraId="4835F61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92D946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A4513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"https://www.ncbi.nlm.nih.gov/nuccore/ON066609.1?from=29578&amp;to=29606"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29578..29606</w:t>
      </w:r>
    </w:p>
    <w:p w14:paraId="6ECDBF7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363EE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A18BA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"https://www.ncbi.nlm.nih.gov/nuccore/ON066609.1?from=29677&amp;to=29717" </w:instrTex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043B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29677..29717</w:t>
      </w:r>
    </w:p>
    <w:p w14:paraId="31C046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870347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398DF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66609.1"/>
      <w:bookmarkEnd w:id="4"/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aggtaacaaa ccaaccaact ttcgatctct tgtagatctg ttctctaaac gaactttaaa</w:t>
      </w:r>
    </w:p>
    <w:p w14:paraId="5ACD40B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atctgtgtgg ctgtcactcg gctgcatgct tagtgcactc acgcagtata attaataact</w:t>
      </w:r>
    </w:p>
    <w:p w14:paraId="0F377B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aattactgtc gttgacagga cacgagtaac tcgtctatct tctgcaggct gcttacggtt</w:t>
      </w:r>
    </w:p>
    <w:p w14:paraId="5E8F75B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tcgtccgtgt tgcagccaat catcagcaca tctaggtttt gtccgggtgt gaccgaaagg</w:t>
      </w:r>
    </w:p>
    <w:p w14:paraId="40A46C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taagatggag agccttgtcc ctggtttcaa cgagaaaaca cacgtccaac tcagtttgcc</w:t>
      </w:r>
    </w:p>
    <w:p w14:paraId="7EDEE98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tgttttacag gttcgcgacg tgctcgtacg tggctttgga gactccgtgg aggaggtctt</w:t>
      </w:r>
    </w:p>
    <w:p w14:paraId="48B2D3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atcagaggca cgtcaacatc ttaaagatgg cacttgtggc ttagtagaag ttgaaaaagg</w:t>
      </w:r>
    </w:p>
    <w:p w14:paraId="0F645EE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cgttttgcct caacttgaac agccctatgt gttcatcaaa cgttcggatg ctcgaactgc</w:t>
      </w:r>
    </w:p>
    <w:p w14:paraId="1899608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acctcatggt catgttatgg ttgagctggt agcagaactc gaaggcattc agtacggtcg</w:t>
      </w:r>
    </w:p>
    <w:p w14:paraId="4F1976C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tagtggtgag acacttggtg tccttgtccc tcatgtgggc gaaataccag tggcttaccg</w:t>
      </w:r>
    </w:p>
    <w:p w14:paraId="1EEFB38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caaggttctt cttcgtaaga acggtaataa aggagctggt ggccatagtt acggcgccga</w:t>
      </w:r>
    </w:p>
    <w:p w14:paraId="6CC6EA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tctaaagtca tttgacttag gcgacgagct tggcactgat ccttatgaag attttcaaga</w:t>
      </w:r>
    </w:p>
    <w:p w14:paraId="2627D39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aaactggaac actaaacata gcagtggtgt tacccgtgaa ctcatgcgtg agcttaacgg</w:t>
      </w:r>
    </w:p>
    <w:p w14:paraId="60EDF3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aggggcatac actcgctatg tcgataacaa cttctgtggc cctgatggct accctcttga</w:t>
      </w:r>
    </w:p>
    <w:p w14:paraId="239791B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gtgcattaaa gaccttctag cacgtgctgg taaagcttca tgcactttgt ccgaacaact</w:t>
      </w:r>
    </w:p>
    <w:p w14:paraId="08BEF1E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ggactttatt gacactaaga ggggtgtata ctgctgccgt gaacatgagc atgaaattgc</w:t>
      </w:r>
    </w:p>
    <w:p w14:paraId="2053EB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ttggtacacg gaacgttctg aaaagagcta tgaattgcag acaccttttg aaattaaatt</w:t>
      </w:r>
    </w:p>
    <w:p w14:paraId="4E6BAAB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ggcaaagaaa tttgacacct tcaatgggga atgtccaaat tttgtatttc ccttaaattc</w:t>
      </w:r>
    </w:p>
    <w:p w14:paraId="13819D3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cataatcaag actattcaac caagggttga aaagaaaaag cttgatggct ttatgggtag</w:t>
      </w:r>
    </w:p>
    <w:p w14:paraId="6E78A27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aattcgatct gtctatccag ttgcgtcacc aaatgaatgc aaccaaatgt gcctttcaac</w:t>
      </w:r>
    </w:p>
    <w:p w14:paraId="24FE84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tctcatgaag tgtgatcatt gtggtgaaac ttcatggcag acgggcgatt ttgttaaagc</w:t>
      </w:r>
    </w:p>
    <w:p w14:paraId="531AF81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cacttgcgaa ttttgtggca ctgagaattt gactaaagaa ggtgccacta cttgtggtta</w:t>
      </w:r>
    </w:p>
    <w:p w14:paraId="4CACB9D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cttaccccaa aatgctgttg ttaaaattta ttgtccagca tgtcacaatt cagaagtagg</w:t>
      </w:r>
    </w:p>
    <w:p w14:paraId="196230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acctgagcat agtcttgccg aataccataa tgaatctggc ttgaaaacca ttcttcgtaa</w:t>
      </w:r>
    </w:p>
    <w:p w14:paraId="66D8EB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gggtggtcgc actattgcct ttggaggctg tgtgttctct tatgttggtt gccataacaa</w:t>
      </w:r>
    </w:p>
    <w:p w14:paraId="2AC2585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gtgtgcctat tgggttccac gtgctagcgc taacataggt tgtaaccata caggtgttgt</w:t>
      </w:r>
    </w:p>
    <w:p w14:paraId="7CC3D04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tggagaaggt tccgaaggtc ttaatgacaa ccttcttgaa atactccaaa aagagaaagt</w:t>
      </w:r>
    </w:p>
    <w:p w14:paraId="7F1A295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caacatcaat attgttggtg actttaaact taatgaagag atcgccatta ttttggcatc</w:t>
      </w:r>
    </w:p>
    <w:p w14:paraId="29B161C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tttttctgct tccacaagtg cttttgtgga aactgtgaaa ggtttggatt ataaagcatt</w:t>
      </w:r>
    </w:p>
    <w:p w14:paraId="14FFC6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caaacaaatt gttgaatcct gtggtaattt taaagttaca aaaggaaaag ctaaaaaagg</w:t>
      </w:r>
    </w:p>
    <w:p w14:paraId="3371448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tgcctggaat attggtgaac agaaatcaat actgagtcct ctttatgcat ttgcatcaga</w:t>
      </w:r>
    </w:p>
    <w:p w14:paraId="1B5F9E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ggctgctcgt gttgtacgat caattttctc ccgcactctt gaaactgctc aaaattctgt</w:t>
      </w:r>
    </w:p>
    <w:p w14:paraId="3E5366F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gcgtgtttta cagaaggccg ctataacaat actagatgga atttcacagt attcactgag</w:t>
      </w:r>
    </w:p>
    <w:p w14:paraId="20A0D07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actcattgat gctatgatgt tcacatctga tttggctact aacaatctag ttgtaatggc</w:t>
      </w:r>
    </w:p>
    <w:p w14:paraId="546B3A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ctacattaca ggtggtgttg ttcagttgac ttcgcagtgg ctaactaaca tctttggcac</w:t>
      </w:r>
    </w:p>
    <w:p w14:paraId="30A8959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tgtttatgaa aaactcaaac ccgtccttga ttggcttgaa gagaagttta aggaaggtgt</w:t>
      </w:r>
    </w:p>
    <w:p w14:paraId="4E7F47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agagtttctt agagacggtt gggaaattgt taaatttatc tcaacctgtg cttgtgaaat</w:t>
      </w:r>
    </w:p>
    <w:p w14:paraId="03E2FED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tgtcggtgga caaattgtca cctgtgcaaa ggaaattaag gagagtgttc agacattctt</w:t>
      </w:r>
    </w:p>
    <w:p w14:paraId="3656DE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taagcttgta aataaatttt tggctttgtg tgctgactct atcattattg gtggagctaa</w:t>
      </w:r>
    </w:p>
    <w:p w14:paraId="3DA7E1F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acttaaagcc ttgaatttag gtgaaacatt tgtcacgcac tcaaagggat tgtacagaaa</w:t>
      </w:r>
    </w:p>
    <w:p w14:paraId="6C9496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gtgtgttaaa tccagagaag aaactggcct actcatgcct ctaaaagccc caaaagaaat</w:t>
      </w:r>
    </w:p>
    <w:p w14:paraId="1B6DCB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tatcttctta gagggagaaa cacttcccac agaagtgtta acagaggaag ttgtcttgaa</w:t>
      </w:r>
    </w:p>
    <w:p w14:paraId="5E136EF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aactggtgat ttacaaccat tagaacaacc tactagtgaa gctgttgaag ctccattggt</w:t>
      </w:r>
    </w:p>
    <w:p w14:paraId="2A93D6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tggtacacca gtttgtatta acgggcttat gttgctcgaa atcaaagaca cagaaaagta</w:t>
      </w:r>
    </w:p>
    <w:p w14:paraId="04946E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ctgtgccctt gcacctaata tgatggtaac aaacaatacc ttcacactca aaggcggtgc</w:t>
      </w:r>
    </w:p>
    <w:p w14:paraId="4D67C7F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accaacaaag gttacttttg gtgatgacac tgtgatagaa gtgcaaggtt acaagagtgt</w:t>
      </w:r>
    </w:p>
    <w:p w14:paraId="216ED0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gaatatcact tttgaacttg atgaaaggat tgataaagta cttaatgaga ggtgctctgc</w:t>
      </w:r>
    </w:p>
    <w:p w14:paraId="333A13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ctatacagtt gaactcggta cagaagtaaa tgagttcgcc tgtgttgtgg cagatgctgt</w:t>
      </w:r>
    </w:p>
    <w:p w14:paraId="55F9EE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cataaaaact ttgcaaccag tatctgaatt acttacacca ctgggcattg atttagatga</w:t>
      </w:r>
    </w:p>
    <w:p w14:paraId="7038079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gtggagtatg gctacatact acttatttga tgagtctggt gagtttaaat tggcttcaca</w:t>
      </w:r>
    </w:p>
    <w:p w14:paraId="3088233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tatgtattgt tctttttacc ctccagatga ggatgaagaa gaaggtgatt gtgaagaaga</w:t>
      </w:r>
    </w:p>
    <w:p w14:paraId="71BBDC7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agagtttgag ccatcaactc aatatgagta tggtactgaa gatgattacc aaggtaaacc</w:t>
      </w:r>
    </w:p>
    <w:p w14:paraId="4F05486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tttggaattt ggtgccactt ctgctgctct tcaacctgaa gaagagcaag aagaagattg</w:t>
      </w:r>
    </w:p>
    <w:p w14:paraId="18B841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gttagatgat gatagtcaac aaactgttgg tcaacaagac ggcagtgagg acaatcagac</w:t>
      </w:r>
    </w:p>
    <w:p w14:paraId="6FC35A9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aactactatt caaacaattg ttgaggttca acctcaatta gagatggaac ttacaccagt</w:t>
      </w:r>
    </w:p>
    <w:p w14:paraId="3477C34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tgttcagact attgaagtga atagttttag tggttattta aaacttactg acaatgtata</w:t>
      </w:r>
    </w:p>
    <w:p w14:paraId="718C367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cattaaaaat gcagacattg tggaagaagc taaaaaggta aaaccaacag tggttgttaa</w:t>
      </w:r>
    </w:p>
    <w:p w14:paraId="2B1256B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tgcagccaat gtttacctta aacatggagg aggtgttgca ggagccttaa ataaggctac</w:t>
      </w:r>
    </w:p>
    <w:p w14:paraId="79964C8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taacaatgcc atgcaagttg aatctgatga ttacatagct actaatggac cacttaaagt</w:t>
      </w:r>
    </w:p>
    <w:p w14:paraId="1602B5E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gggtggtagt tgtgttttaa gcggacacaa tcttgctaaa cactgtcttc atgttgtcgg</w:t>
      </w:r>
    </w:p>
    <w:p w14:paraId="0109374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cccaaatgtt aacaaaggtg aagacattca acttcttaag agtgcttatg aaaattttaa</w:t>
      </w:r>
    </w:p>
    <w:p w14:paraId="5999BEB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tcagcacgaa gttctacttg caccattatt atcagctggt atttttggtg ctgaccctat</w:t>
      </w:r>
    </w:p>
    <w:p w14:paraId="7A3711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acattcttta agagtttgtg tagatactgt tcgcacaaat gtctacttag ctgtctttga</w:t>
      </w:r>
    </w:p>
    <w:p w14:paraId="2DA2AEC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taaaaatctc tatgacaaac ttgtttcaag ctttttggaa atgaagagtg aaaagcaagt</w:t>
      </w:r>
    </w:p>
    <w:p w14:paraId="5518AB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tgaacaaaag atcgctgaga ttcctaaaga ggaagttaag ccatttataa ctgaaagtaa</w:t>
      </w:r>
    </w:p>
    <w:p w14:paraId="2E8AE79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accttcagtt gaacagagaa aacaagatga taagaaaatc aaagcttgtg ttgaagaagt</w:t>
      </w:r>
    </w:p>
    <w:p w14:paraId="21E489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tacaacaact ctggaagaaa ctaagttcct cacagaaaac ttgttacttt atattgacat</w:t>
      </w:r>
    </w:p>
    <w:p w14:paraId="5769388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taatggcaat cttcatccag attctgccac tcttgttagt gacattgaca tcactttctt</w:t>
      </w:r>
    </w:p>
    <w:p w14:paraId="7AAA06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aaagaaagat gctccatata tagtgggtga tgttgttcaa gagggtgttt taactgctgt</w:t>
      </w:r>
    </w:p>
    <w:p w14:paraId="67C95C6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ggttatacct actaaaaagg ctggtggcac tactgaaatg ctagcgaaag ctttgagaaa</w:t>
      </w:r>
    </w:p>
    <w:p w14:paraId="32EBDD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agtgccaaca gacaattata taaccactta cccgggtcag ggtttaaatg gttacactgt</w:t>
      </w:r>
    </w:p>
    <w:p w14:paraId="1DA3F70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agaggaggca aagacagtgc ttaaaaagtg taaaagtgcc ttttacattc taccatctat</w:t>
      </w:r>
    </w:p>
    <w:p w14:paraId="3648EF2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tatctctaat gagaagcaag aaattcttgg aactgtttct tggaatttgc gagaaatgct</w:t>
      </w:r>
    </w:p>
    <w:p w14:paraId="270BB8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tgcacatgca gaagaaacac gcaaattaat gcctgtctgt gtggaaacta aagccatagt</w:t>
      </w:r>
    </w:p>
    <w:p w14:paraId="079FF75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ttcaactata cagcgtaaat ataagggtat taaaatacaa gagggtgtgg ttgattatgg</w:t>
      </w:r>
    </w:p>
    <w:p w14:paraId="1EE024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tgctagattt tacttttaca ccagtaaaac aactgtagcg tcacttatca acacacttaa</w:t>
      </w:r>
    </w:p>
    <w:p w14:paraId="17F7BE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cgatctaaat gaaactcttg ttacaatgcc acttggctat gtaacacatg gcttaaattt</w:t>
      </w:r>
    </w:p>
    <w:p w14:paraId="165C9D9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ggaagaagct gctcggtata tgagatctct caaagtgcca gctacagttt ctgtttcttc</w:t>
      </w:r>
    </w:p>
    <w:p w14:paraId="7A178B2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acctgatgct gttacagcgt ataatggtta tcttacttct tcttctaaaa cacctgaaga</w:t>
      </w:r>
    </w:p>
    <w:p w14:paraId="7441CE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acattttatt gaaaccatct cacttgctgg ttcctataaa gattggtcct attctggaca</w:t>
      </w:r>
    </w:p>
    <w:p w14:paraId="1BA0B5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atctacacaa ctaggtatag aatttcttaa gagaggtgat aaaagtgtat attacactag</w:t>
      </w:r>
    </w:p>
    <w:p w14:paraId="7F5A26D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taatcctacc acattccacc tagatggtga agttatcacc tttgacaatc ttaagacact</w:t>
      </w:r>
    </w:p>
    <w:p w14:paraId="40901A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tctttctttg agagaagtga ggactattaa ggtgtttaca acagtagaca acattaacct</w:t>
      </w:r>
    </w:p>
    <w:p w14:paraId="73448E4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ccacacgcaa gttgtggaca tgtcaatgac atatggacaa cagtttggtc caacttattt</w:t>
      </w:r>
    </w:p>
    <w:p w14:paraId="2813626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ggatggagct gatgttacta aaataaaacc tcataattca catgaaggta aaacatttta</w:t>
      </w:r>
    </w:p>
    <w:p w14:paraId="0AB217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tgttttacct aatgatgaca ctctacgtgt tgaggctttt gagtactacc acacaactga</w:t>
      </w:r>
    </w:p>
    <w:p w14:paraId="6D460B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tcctagtttt ctgggtaggt acatgtcagc attaaatcac actaaaaagt ggaaataccc</w:t>
      </w:r>
    </w:p>
    <w:p w14:paraId="334346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acaagttaat ggtttaactt ctattaaatg ggcagataac aactgttatc ttgccactgc</w:t>
      </w:r>
    </w:p>
    <w:p w14:paraId="36FA55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attgttaaca ctccaacaaa tagagttgaa gtttaatcca cctgctctac aagatgctta</w:t>
      </w:r>
    </w:p>
    <w:p w14:paraId="3CA557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ttacagagca agggctggtg aagcggctaa cttttgtgca cttatcttag cctactgtaa</w:t>
      </w:r>
    </w:p>
    <w:p w14:paraId="2E1165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taagacagta ggtgagttag gtgatgttag agaaacaatg agttacttgt ttcaacatgc</w:t>
      </w:r>
    </w:p>
    <w:p w14:paraId="6C6086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caatttagat tcttgcaaaa gagtcttgaa cgtggtgtgt aaaacttgtg gacaacagca</w:t>
      </w:r>
    </w:p>
    <w:p w14:paraId="4E106C0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gacaaccctt aagggtgtag aagctgttat gtacatgggc acactttctt atgaacaatt</w:t>
      </w:r>
    </w:p>
    <w:p w14:paraId="670DA1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taagaaaggt gttcagatac cttgtacgtg tggtaaacaa gctacaaaat atctagtaca</w:t>
      </w:r>
    </w:p>
    <w:p w14:paraId="10E6C0B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acaggagtca ccttttgtta tgatgtcagc accacctgct cagtatgaac ttaagcatgg</w:t>
      </w:r>
    </w:p>
    <w:p w14:paraId="7F7BF1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tacatttact tgtgctagtg agtacactgg taattaccag tgtggtcact ataaacatat</w:t>
      </w:r>
    </w:p>
    <w:p w14:paraId="50DAEE3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aacttctaaa gaaactttgt attgcataga cggtgcttta cttacaaagt cctcagaata</w:t>
      </w:r>
    </w:p>
    <w:p w14:paraId="79F0947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caaaggtcct attacggatg ttttctacaa agaaaacagt tacacaacaa ccataaaacc</w:t>
      </w:r>
    </w:p>
    <w:p w14:paraId="1D7C315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agttacttat aaattggatg gtgttgtttg tacagaaatt gaccctaagt tggacaatta</w:t>
      </w:r>
    </w:p>
    <w:p w14:paraId="407E5CC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ttataagaaa gacaattctt atttcacaga gcaaccaatt gatcttgtac caaaccaacc</w:t>
      </w:r>
    </w:p>
    <w:p w14:paraId="4ABA2D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atatccaaac gcaagcttcg ataattttaa gtttgtatgt gataatatca aatttgctga</w:t>
      </w:r>
    </w:p>
    <w:p w14:paraId="63759CE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tgatttaaac cagttaactg gttataagaa acctgcttca agagagctta aagttacatt</w:t>
      </w:r>
    </w:p>
    <w:p w14:paraId="321150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tttccctgac ttaaatggtg atgtggtggc tattgattat aaacactaca caccctcttt</w:t>
      </w:r>
    </w:p>
    <w:p w14:paraId="5D3E2E7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taagaaagga gctaaattgt tacataaacc tattgtttgg catgttaaca atgcaactaa</w:t>
      </w:r>
    </w:p>
    <w:p w14:paraId="3589235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taaagccacg tataaaccaa atacctggtg tatacgttgt ctttggagca caaaaccagt</w:t>
      </w:r>
    </w:p>
    <w:p w14:paraId="691E46A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tgaaacatca aattcgtttg atgtactgaa gtcagaggac gcgcagggaa tggataatct</w:t>
      </w:r>
    </w:p>
    <w:p w14:paraId="49886F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tgcctgcgaa gatctaaaac cagtctctga agaagtagtg gaaaatccta ccatacagaa</w:t>
      </w:r>
    </w:p>
    <w:p w14:paraId="1239832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agacgttctt gagtgtaatg tgaaaactac cgaagttgta ggagacatta tacttaaacc</w:t>
      </w:r>
    </w:p>
    <w:p w14:paraId="436841C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agcaaataat ataaaaatta cagaagaggt tggccacaca gatctaatgg ctgcttatgt</w:t>
      </w:r>
    </w:p>
    <w:p w14:paraId="11B089B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agacaattct agtcttacta ttaagaaacc taatgaatta tctagagtat taggtttgaa</w:t>
      </w:r>
    </w:p>
    <w:p w14:paraId="3CA03F8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aacccttgct actcatggtt tagctgctgt taatagtgtc ccttgggata ctatagctaa</w:t>
      </w:r>
    </w:p>
    <w:p w14:paraId="6AB2A05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ttatgctaag ccttttctta acaaagttgt tagtacaact actaacatag ttacacggtg</w:t>
      </w:r>
    </w:p>
    <w:p w14:paraId="61BD480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tttaaaccgt gtttgtacta attatatgcc ttatttcttt actttattgc tacaattgtg</w:t>
      </w:r>
    </w:p>
    <w:p w14:paraId="3581E1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tacttttact agaagtacaa attctagaat taaagcatct atgccgacta ctatagcaaa</w:t>
      </w:r>
    </w:p>
    <w:p w14:paraId="52B5EAD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gaatactgtt aagagtgtcg gtaaattttg tctagaggct tcatttaatt atttgaagtc</w:t>
      </w:r>
    </w:p>
    <w:p w14:paraId="27FED1B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acctaatttt tctaaactga taaatattat aatttggttt ttactattaa gtgtttgcct</w:t>
      </w:r>
    </w:p>
    <w:p w14:paraId="75BFEEE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aggttcttta atctactcaa ccgctgcttt aggtgtttta atgtctaatt taggcatgcc</w:t>
      </w:r>
    </w:p>
    <w:p w14:paraId="5F3D388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ttcttactgt actggttaca gagaaggcta tttgaactct actaatgtca ctattgcaac</w:t>
      </w:r>
    </w:p>
    <w:p w14:paraId="4AAEBC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ctactgtact ggttctatac cttgtagtgt ttgtcttagt ggtttagatt ctttagacac</w:t>
      </w:r>
    </w:p>
    <w:p w14:paraId="2C7522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ctatccttct ttagaaacta tacaaattac catttcatct tttaaatggg atttaactgc</w:t>
      </w:r>
    </w:p>
    <w:p w14:paraId="24CA84A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ttttggctta gttgcagagt ggtttttggc atatattctt ttcactaggt ttttctatgt</w:t>
      </w:r>
    </w:p>
    <w:p w14:paraId="084F628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acttggattg gctgcaatca tgcaattgtt tttcagctat tttgcagtac attttattag</w:t>
      </w:r>
    </w:p>
    <w:p w14:paraId="6884359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taattcttgg cttatgtggt taataattaa tcttgtacaa atggccccga tttcagctat</w:t>
      </w:r>
    </w:p>
    <w:p w14:paraId="33093D3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ggttagaatg tacatcttct ttgcatcatt ttattatgta tggaaaagtt atgtgcatgt</w:t>
      </w:r>
    </w:p>
    <w:p w14:paraId="047F6DB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tgtagacggt tgtaattcat caacttgtat gatgtgttac aaacgtaata gagcaacaag</w:t>
      </w:r>
    </w:p>
    <w:p w14:paraId="27A1829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agtcgaatgt acaactattg ttaatggtgt tagaaggtcc ttttatgtct atgctaatgg</w:t>
      </w:r>
    </w:p>
    <w:p w14:paraId="7A1BA4A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aggtaaaggc ttttgcaaac tacacaattg gaattgtgtt aattgtgata cattctgtgc</w:t>
      </w:r>
    </w:p>
    <w:p w14:paraId="1188BE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tggtagtaca tttattagtg atgaagttgc gagagacttg tcactacagt ttaaaagacc</w:t>
      </w:r>
    </w:p>
    <w:p w14:paraId="45EE520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aataaatcct actgaccagt cttcttacat cgttgatagt gttacagtga agaatggttc</w:t>
      </w:r>
    </w:p>
    <w:p w14:paraId="62CDC7A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catccatctt tactttgata aagctggtca aaagacttat gaaagacatt ctctctctca</w:t>
      </w:r>
    </w:p>
    <w:p w14:paraId="0B72690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ttttgttaac ttagacaacc tgagagctaa taacactaaa ggttcattgc ctattaatgt</w:t>
      </w:r>
    </w:p>
    <w:p w14:paraId="3F3507D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tatagttttt gatggtaaat caaaatgtga agaatcatct gcaaaatcag cgtctgttta</w:t>
      </w:r>
    </w:p>
    <w:p w14:paraId="7079AC9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ctacagtcag cttatgtgtc aacctatact gttactagat caggcattag tgtctgatgt</w:t>
      </w:r>
    </w:p>
    <w:p w14:paraId="06DE607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tggtgatagt gcggaagttg cagttaaaat gtttgatgct tacgttaata cgttttcatc</w:t>
      </w:r>
    </w:p>
    <w:p w14:paraId="1C277FC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aacttttaac gtaccaatgg aaaaactcaa aacactagtt gcaactgcag aagctgaact</w:t>
      </w:r>
    </w:p>
    <w:p w14:paraId="325E11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tgcaaagaat gtgtccttag acaatgtctt atctactttt atttcagcag ctcggcaagg</w:t>
      </w:r>
    </w:p>
    <w:p w14:paraId="5DD5CA4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gtttgttgat tcagatgtag aaactaaaga tgttgttgaa tgtcttaaat tgtcacatca</w:t>
      </w:r>
    </w:p>
    <w:p w14:paraId="6DBF2D9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atctgacata gaagttactg gcgatagttg taataactat atgctcacct ataacaaagt</w:t>
      </w:r>
    </w:p>
    <w:p w14:paraId="5A44BB1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tgaaaacatg acaccccgtg accttggtgc ttgtattgac tgtagtgcgc gtcatattaa</w:t>
      </w:r>
    </w:p>
    <w:p w14:paraId="19CB4FD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tgcgcaggta gcaaaaagtc acaacattac tttgatatgg aacgttaaag atttcatgtc</w:t>
      </w:r>
    </w:p>
    <w:p w14:paraId="27C2615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attgtctgaa caactacgaa aacaaatacg tagtgctgct aaaaagaata acttaccttt</w:t>
      </w:r>
    </w:p>
    <w:p w14:paraId="671E157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taagttgaca tgtgcaacta ctagacaagt tgttaatgtt gtaacaacaa agatagcact</w:t>
      </w:r>
    </w:p>
    <w:p w14:paraId="082A203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taagggtggt aaaattgtta ataattggtt gaagcagtta attaaagtta cacttgtgtt</w:t>
      </w:r>
    </w:p>
    <w:p w14:paraId="5321C6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cctttttgtt gctgctattt tctatttaat aacacctgtt catgtcatgt ctaaacatac</w:t>
      </w:r>
    </w:p>
    <w:p w14:paraId="51D664D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tgacttttca agtgaaatca taggatacaa ggctattgat ggtggtgtca ctcgtgacat</w:t>
      </w:r>
    </w:p>
    <w:p w14:paraId="28E8AA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agcatctaca gatacttgtt ttgctaacaa acatgctgat tttgacacat ggtttagcca</w:t>
      </w:r>
    </w:p>
    <w:p w14:paraId="00DD569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gcgtggtggt agttatacta atgacaaagc ttgcccattg attgctgcag tcataacaag</w:t>
      </w:r>
    </w:p>
    <w:p w14:paraId="46504C7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agaagtgggt tttgtcgtgc ctggtttgcc tggcacgata ttacgcacaa ctaatggtga</w:t>
      </w:r>
    </w:p>
    <w:p w14:paraId="1191D74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ctttttgcat ttcttaccta gagtttttag tgcagttggt aacatctgtt acacaccatc</w:t>
      </w:r>
    </w:p>
    <w:p w14:paraId="22FDB67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aaaacttata gagtacactg actttgcaac atcagcttgt gttttggctg ctgaatgtac</w:t>
      </w:r>
    </w:p>
    <w:p w14:paraId="7A4E832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aatttttaaa gatgcttctg gtaagccagt accatattgt tatgatacca atgtactaga</w:t>
      </w:r>
    </w:p>
    <w:p w14:paraId="310A02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aggttctgtt gcttatgaaa gtttacgccc tgacacacgt tatgtgctca tggatggctc</w:t>
      </w:r>
    </w:p>
    <w:p w14:paraId="681FFC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tattattcaa tttcctaaca cctaccttga aggttctgtt agagtggtaa caacttttga</w:t>
      </w:r>
    </w:p>
    <w:p w14:paraId="2E1F99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ttctgagtac tgtaggcacg gcacttgtga aagatcagaa gctggtgttt gtgtatctac</w:t>
      </w:r>
    </w:p>
    <w:p w14:paraId="0D574B0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tagtggtaga tgggtactta acaatgatta ttacagatct ttaccaggag ttttctgtgg</w:t>
      </w:r>
    </w:p>
    <w:p w14:paraId="68E71D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tgtagatgct gtaaatttac ttactaatat gtttacacca ctaattcaac ctattggtgc</w:t>
      </w:r>
    </w:p>
    <w:p w14:paraId="055CA65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tttggacata tcagcatcta tagtagctgg tggtattgta gctatcgtag taacatgcct</w:t>
      </w:r>
    </w:p>
    <w:p w14:paraId="4E65F90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tgcctactat tttatgaggt ttagaagagc ttttggtgaa tacagtcatg tagttgcctt</w:t>
      </w:r>
    </w:p>
    <w:p w14:paraId="390F357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taatacttta ctattcctta tgtcattcac tgtactctgt ttaacaccag tttactcatt</w:t>
      </w:r>
    </w:p>
    <w:p w14:paraId="178311B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cttacctggt gtttattctg ttatttactt gtacttgaca ttttatctta ctaatgatgt</w:t>
      </w:r>
    </w:p>
    <w:p w14:paraId="1A4B5A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ttctttttta gcacatattc agtggatggt tatgttcaca cctttagtac ctttctggat</w:t>
      </w:r>
    </w:p>
    <w:p w14:paraId="57CE0DE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aacaattgct tatatcattt gtatttccac aaagcatttc tattggttct ttagtaatta</w:t>
      </w:r>
    </w:p>
    <w:p w14:paraId="16F8A6F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cctaaagaga cgtgtagtct ttaatggtgt ttcctttagt acttttgaag aagctgcgct</w:t>
      </w:r>
    </w:p>
    <w:p w14:paraId="5C2B481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gtgcaccttt ttgttaaata aagaaatgta tctaaagttg cgtagtgatg tgctattacc</w:t>
      </w:r>
    </w:p>
    <w:p w14:paraId="0378C6A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tcttacgcaa tataatagat acttagctct ttataataag tacaagtatt ttagtggagc</w:t>
      </w:r>
    </w:p>
    <w:p w14:paraId="4B6A1F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aatggataca actagctaca gagaagctgc ttgttgtcat ctcgcaaagg ctctcaatga</w:t>
      </w:r>
    </w:p>
    <w:p w14:paraId="4141B7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cttcagtaac tcaggttctg atgttcttta ccaaccacca caaatctcta tcacctcagc</w:t>
      </w:r>
    </w:p>
    <w:p w14:paraId="1123FA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tgttttgcag agtggtttta gaaaaatggc attcccatct ggtaaagttg agggttgtat</w:t>
      </w:r>
    </w:p>
    <w:p w14:paraId="2C5FDEE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ggtacaagta acttgtggta caactacact caacggtctt tggcttgatg acgtagttta</w:t>
      </w:r>
    </w:p>
    <w:p w14:paraId="74F7F3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ctgtccaaga catgtgatct gcacctctga agacatgctt aaccctaatt atgaagattt</w:t>
      </w:r>
    </w:p>
    <w:p w14:paraId="67579B6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actcattcgt aagtctaatc ataatttctt ggtacaggct ggtaatgttc aactcagggt</w:t>
      </w:r>
    </w:p>
    <w:p w14:paraId="26F1B9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tattggacat tctatgcaaa attgtgtact taagcttaag gttgatacag ccaatcctaa</w:t>
      </w:r>
    </w:p>
    <w:p w14:paraId="226CF3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gacacctaag tataagtttg ttcgcattca accaggacag actttttcag tgttagcttg</w:t>
      </w:r>
    </w:p>
    <w:p w14:paraId="48D84DE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ttacaatggt tcaccatctg gtgtttacca atgtgctatg aggcacaatt tcactattaa</w:t>
      </w:r>
    </w:p>
    <w:p w14:paraId="2D327F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gggttcattc cttaatggtt catgtggtag tgttggtttt aacatagatt atgactgtgt</w:t>
      </w:r>
    </w:p>
    <w:p w14:paraId="054B61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ctctttttgt tacatgcacc atatggaatt accaactgga gttcatgctg gcacagactt</w:t>
      </w:r>
    </w:p>
    <w:p w14:paraId="37DAF2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agaaggtaac ttttatggac cttttgttga caggcaaaca gcacaagcag ctggtacgga</w:t>
      </w:r>
    </w:p>
    <w:p w14:paraId="65914B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cacaactatt acagttaatg ttttagcttg gttgtacgct gctgttataa atggagacag</w:t>
      </w:r>
    </w:p>
    <w:p w14:paraId="120D4C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gtggtttctc aatcgattta ccacaactct taatgacttt aaccttgtgg ctatgaagta</w:t>
      </w:r>
    </w:p>
    <w:p w14:paraId="233D8F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caattatgaa cctctaacac aagaccatgt tgacatacta ggacctcttt ctgctcaaac</w:t>
      </w:r>
    </w:p>
    <w:p w14:paraId="0BC118F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tggaattgcc gttttagata tgtgtgcttc attaaaagaa ttactgcaaa atggtatgaa</w:t>
      </w:r>
    </w:p>
    <w:p w14:paraId="09E674A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tggacgtacc atattgggta gtgctttatt agaagatgaa tttacacctt ttgatgttgt</w:t>
      </w:r>
    </w:p>
    <w:p w14:paraId="6915C66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tagacaatgc tcaggtgtta ctttccaaag tgcagtgaaa agaacaatca agggtacaca</w:t>
      </w:r>
    </w:p>
    <w:p w14:paraId="0368CC1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ccactggttg ttactcacaa ttttgacttc acttttagtt ttagtccaga gtactcaatg</w:t>
      </w:r>
    </w:p>
    <w:p w14:paraId="666B299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gtctttgttc ttttttttgt atgaaaatgc ctttttacct tttgctatgg gtattattgc</w:t>
      </w:r>
    </w:p>
    <w:p w14:paraId="38272A0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tatgtctgct tttgcaatga tgtttgtcaa acataagcat gcatttctct gtttgttttt</w:t>
      </w:r>
    </w:p>
    <w:p w14:paraId="5184DD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gttaccttct cttgccactg tagcttattt taatatggtc tatatgcctg ctagttgggt</w:t>
      </w:r>
    </w:p>
    <w:p w14:paraId="7142EFE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gatgcgtatt atgacatggt tggatatggt tgatactagt tttaagctaa aagactgtgt</w:t>
      </w:r>
    </w:p>
    <w:p w14:paraId="2FFAD8E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tatgtatgca tcagctgtag tgttactaat ccttatgaca gcaagaactg tgtatgatga</w:t>
      </w:r>
    </w:p>
    <w:p w14:paraId="455FB0D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tggtgctagg agagtgtgga cacttatgaa tgtcttgaca ctcgtttata aagtttatta</w:t>
      </w:r>
    </w:p>
    <w:p w14:paraId="030F23C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tggtaatgct ttagatcaag ccatttccat gtgggctctt ataatctctg ttacttctaa</w:t>
      </w:r>
    </w:p>
    <w:p w14:paraId="76DC92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ctactcaggt gtagttacaa ctgtcatgtt tttggccaga ggtgttgttt ttatgtgtgt</w:t>
      </w:r>
    </w:p>
    <w:p w14:paraId="06DB501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tgagtattgc cctattttct tcataactgg taatacactt cagtgtataa tgctagttta</w:t>
      </w:r>
    </w:p>
    <w:p w14:paraId="269B833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ttgtttctta ggctattttt gtacttgtta ctttggcctc ttttgtttac tcaaccgcta</w:t>
      </w:r>
    </w:p>
    <w:p w14:paraId="3705325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ctttagactg actcttggtg tttatgatta cttagtttct acacaggagt ttagatatat</w:t>
      </w:r>
    </w:p>
    <w:p w14:paraId="5D69F6C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gaattcacag ggactactcc cacccaagaa tagcatagat gccttcaaac tcaacattaa</w:t>
      </w:r>
    </w:p>
    <w:p w14:paraId="452CCD5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attgttgggt gttggtggca aaccttgtat caaagtagcc actgtacagt ctaaaatgtc</w:t>
      </w:r>
    </w:p>
    <w:p w14:paraId="62CF54E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agatgtaaag tgcacatcag tagtcttact ctcagttttg caacaactca gagtagaatc</w:t>
      </w:r>
    </w:p>
    <w:p w14:paraId="46F9263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atcatctaaa ttgtgggctc aatgtgtcca gttacacaat gacattctct tagctaaaga</w:t>
      </w:r>
    </w:p>
    <w:p w14:paraId="5F3CE9D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tactactgaa gcctttgaaa aaatggtttc actactttct gttttgcttt ccatgcaggg</w:t>
      </w:r>
    </w:p>
    <w:p w14:paraId="3EE2FA3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tgctgtagac ataaacaagc tttgtgaaga aatgctggac aacagggcaa ccttacaagc</w:t>
      </w:r>
    </w:p>
    <w:p w14:paraId="24A5595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tatagcctca gagtttagtt cccttccatc atatgcagct tttgctactg ctcaagaagc</w:t>
      </w:r>
    </w:p>
    <w:p w14:paraId="7661E8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ttatgagcag gctgttgcta atggtgattc tgaagttgtt cttaaaaagt tgaagaagtc</w:t>
      </w:r>
    </w:p>
    <w:p w14:paraId="2519AF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tttgaatgtg gctaaatctg aatttgaccg tgatgcagcc atgcaacgta agttggaaaa</w:t>
      </w:r>
    </w:p>
    <w:p w14:paraId="6570D5D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gatggctgat caagctatga cccaaatgta taaacaggct agatctgagg acaagagggc</w:t>
      </w:r>
    </w:p>
    <w:p w14:paraId="34C8919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aaaagttact agtgctatgc agacaatgct tttcactatg cttagaaagt tggataatga</w:t>
      </w:r>
    </w:p>
    <w:p w14:paraId="0D862AB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tgcactcaac aacattatca acaatgcaag agatggttgt gttcccttga acataatacc</w:t>
      </w:r>
    </w:p>
    <w:p w14:paraId="6F20A42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tcttacaaca gcagccaaac taatggttgt cataccagac tataacacat ataaaaatac</w:t>
      </w:r>
    </w:p>
    <w:p w14:paraId="5246AD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gtgtgatggt acaacattta cttatgcatc agcattgtgg gaaatccaac aggttgtaga</w:t>
      </w:r>
    </w:p>
    <w:p w14:paraId="7C719A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tgcagatagt aaaattgttc aacttagtga aattagtatg gacaattcac ctaatttagc</w:t>
      </w:r>
    </w:p>
    <w:p w14:paraId="2D37DBA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atggcctctt attgtaacag ctttaagggc caattctgct gtcaaattac agaataatga</w:t>
      </w:r>
    </w:p>
    <w:p w14:paraId="52F24AF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gcttagtcct gttgcactac gacagatgtc ttgtgctgcc ggtactacac aaactgcttg</w:t>
      </w:r>
    </w:p>
    <w:p w14:paraId="3431DF0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cactgatgac aatgcgttag cttactacaa cacaacaaag ggaggtaggt ttgtacttgc</w:t>
      </w:r>
    </w:p>
    <w:p w14:paraId="784539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actgttatcc gatttacagg atttgaaatg ggctagattc cctaagagtg atggaactgg</w:t>
      </w:r>
    </w:p>
    <w:p w14:paraId="12B416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tactatctat acagaactgg aaccaccttg taggtttgtt acagacacac ctaaaggtcc</w:t>
      </w:r>
    </w:p>
    <w:p w14:paraId="21C419C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taaagtgaag tatttatact ttattaaagg attaaacaac ctaaatagag gtatggtact</w:t>
      </w:r>
    </w:p>
    <w:p w14:paraId="7B1D1E0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tggtagttta gctgccacag tacgtctaca agctggtaat gcaacagaag tgcctgccaa</w:t>
      </w:r>
    </w:p>
    <w:p w14:paraId="271540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ttcaactgta ttatctttct gtgcttttgc tgtagatgct gctaaagctt acaaagatta</w:t>
      </w:r>
    </w:p>
    <w:p w14:paraId="755ACEA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tctagctagt gggggacaac caatcactaa ttgtgttaag atgttgtgta cacacactgg</w:t>
      </w:r>
    </w:p>
    <w:p w14:paraId="37B767B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tactggtcag gcaataacag tcacaccgga agccaatatg gatcaagaat cctttggtgg</w:t>
      </w:r>
    </w:p>
    <w:p w14:paraId="1212990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tgcatcgtgt tgtctgtact gccgttgcca catagatcat ccaaatccta aaggattttg</w:t>
      </w:r>
    </w:p>
    <w:p w14:paraId="6E86125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tgacttaaaa ggtaagtatg tacaaatacc tacaacttgt gctaatgacc ctgtgggttt</w:t>
      </w:r>
    </w:p>
    <w:p w14:paraId="287B4BA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tacacttaaa aacacagtct gtaccgtctg cggtatgtgg aaatgttatg gctgtagttg</w:t>
      </w:r>
    </w:p>
    <w:p w14:paraId="1D13409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tgatcaactc cgcgaaccca tgcttcagtc agctgatgca caatcgtttt taaacgggtt</w:t>
      </w:r>
    </w:p>
    <w:p w14:paraId="06A15CF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tgcggtgtaa gtgcagcccg tcttacaccg tgcggcacag gcactagtac tgatgtcgta</w:t>
      </w:r>
    </w:p>
    <w:p w14:paraId="7778121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tacagggctt ttgacatcta caatgataaa gtagctggtt ttgctaaatt cctaaaaact</w:t>
      </w:r>
    </w:p>
    <w:p w14:paraId="545C176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aattgttgtc gcttccaaga aaaggacgaa gatgacaatt taattgattc ttactttgta</w:t>
      </w:r>
    </w:p>
    <w:p w14:paraId="6BFB03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gttaagagac acactttctc taactaccaa catgaagaaa caatttataa tttacttaag</w:t>
      </w:r>
    </w:p>
    <w:p w14:paraId="17C4A52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gattgtccag ctgttgctaa acatgacttc tttaagttta gaatagacgg tgacatggta</w:t>
      </w:r>
    </w:p>
    <w:p w14:paraId="6E0063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ccacatatat cacgtcaacg tcttactaaa tacacaatgg cagacctcgt ctatgcttta</w:t>
      </w:r>
    </w:p>
    <w:p w14:paraId="2000428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aggcattttg atgaaggtaa ttgtgacaca ttaaaagaaa tacttgtcac atacaattgt</w:t>
      </w:r>
    </w:p>
    <w:p w14:paraId="4505E7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tgtgatgatg attatttcaa taaaaaggac tggtatgatt ttgtagaaaa cccagatata</w:t>
      </w:r>
    </w:p>
    <w:p w14:paraId="0E9D4F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ttacgcgtat acgccaactt aggtgaacgt gtacgccaag ctttgttaaa aacagtacaa</w:t>
      </w:r>
    </w:p>
    <w:p w14:paraId="43F5F9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ttctgtgatg ccatgcgaaa tgctggtatt gttggtgtac tgacattaga taatcaagat</w:t>
      </w:r>
    </w:p>
    <w:p w14:paraId="4E78613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ctcaatggta actggtatga tttcggtgat ttcatacaaa ccacgccagg tagtggagtt</w:t>
      </w:r>
    </w:p>
    <w:p w14:paraId="7B36BF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cctgttgtag attcttatta ttcattgtta atgcctatat taaccttgac cagggcttta</w:t>
      </w:r>
    </w:p>
    <w:p w14:paraId="7E69954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actgcagagt cacatgttga cactgactta acaaagcctt acattaagtg ggatttgtta</w:t>
      </w:r>
    </w:p>
    <w:p w14:paraId="3390DBC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aaatatgact tcacggaaga gaggttaaaa ctctttgacc gttattttaa atattgggat</w:t>
      </w:r>
    </w:p>
    <w:p w14:paraId="574C151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cagacatacc acccaaattg tgttaactgt ttggatgaca gatgcattct gcattgtgca</w:t>
      </w:r>
    </w:p>
    <w:p w14:paraId="1CD11AB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aactttaatg ttttattctc tacagtgttc ccacttacaa gttttggacc actagtgaga</w:t>
      </w:r>
    </w:p>
    <w:p w14:paraId="1CFAF41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aaaatatttg ttgatggtgt tccatttgta gtttcaactg gataccactt cagagagcta</w:t>
      </w:r>
    </w:p>
    <w:p w14:paraId="6273CC4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ggtgttgtac ataatcagga tgtaaactta catagctcta gacttagttt taaggaatta</w:t>
      </w:r>
    </w:p>
    <w:p w14:paraId="0F6FE4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cttgtgtatg ctgctgaccc tgctatgcac gctgcttctg gtaatctatt actagataaa</w:t>
      </w:r>
    </w:p>
    <w:p w14:paraId="528AE70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cgcactacgt gcttttcagt agctgcactt actaacaatg ttgcttttca aactgtcaaa</w:t>
      </w:r>
    </w:p>
    <w:p w14:paraId="35CD201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cccggtaatt ttaacaaaga cttctatgac tttgctgtgt ctaagggttt ctttaaggaa</w:t>
      </w:r>
    </w:p>
    <w:p w14:paraId="1955604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ggaagttctg ttgaattaaa acacttcttc tttgctcagg atggtaatgc tgctatcagc</w:t>
      </w:r>
    </w:p>
    <w:p w14:paraId="7B5AA38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gattatgact actatcgtta taatctacca acaatgtgtg atatcagaca actactattt</w:t>
      </w:r>
    </w:p>
    <w:p w14:paraId="5F3FA2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gtagttgaag ttgttgataa gtactttgat tgttacgatg gtggctgtat taatgctaac</w:t>
      </w:r>
    </w:p>
    <w:p w14:paraId="275432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caagtcatcg tcaacaacct agacaaatca gctggttttc catttaataa atggggtaag</w:t>
      </w:r>
    </w:p>
    <w:p w14:paraId="642E27D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gctagacttt attatgattc aatgagttat gaggatcaag atgcactttt cgcatataca</w:t>
      </w:r>
    </w:p>
    <w:p w14:paraId="59BB012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aaacgtaatg tcatccctac tataactcaa atgaatctta agtatgccat tagtgcaaag</w:t>
      </w:r>
    </w:p>
    <w:p w14:paraId="762808C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aatagagctc gcaccgtagc tggtgtctct atctgtagta ctatgaccaa tagacagttt</w:t>
      </w:r>
    </w:p>
    <w:p w14:paraId="78E5FC2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catcaaaaat tattgaaatc aatagccgcc actagaggag ctactgtagt aattggaaca</w:t>
      </w:r>
    </w:p>
    <w:p w14:paraId="2A067A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agcaaattct atggtggttg gcacaatatg ttaaaaactg tttatagtga tgtagaaaac</w:t>
      </w:r>
    </w:p>
    <w:p w14:paraId="5599F5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cctcacctta tgggttggga ttatcctaaa tgtgatagag ccatgcctaa catgcttaga</w:t>
      </w:r>
    </w:p>
    <w:p w14:paraId="0E75D37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attatggcct cacttgttct tgctcgcaaa catacaacgt gttgtagctt gtcacaccgt</w:t>
      </w:r>
    </w:p>
    <w:p w14:paraId="593E5AB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ttctatagat tagctaatga gtgtgctcaa gtattgagtg aaatggtcat gtgtggcggt</w:t>
      </w:r>
    </w:p>
    <w:p w14:paraId="482AFA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tcactatatg ttaaaccagg tggaacctca tcaggagatg ccacaactgc ttatgctaat</w:t>
      </w:r>
    </w:p>
    <w:p w14:paraId="33CD103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agtgttttta acatttgtca agctgtcacg gccaatgtta atgcactttt atctactgat</w:t>
      </w:r>
    </w:p>
    <w:p w14:paraId="5CF4668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ggtaacaaaa ttgccgataa gtatgtccgc aatttacaac acagacttta tgagtgtctc</w:t>
      </w:r>
    </w:p>
    <w:p w14:paraId="270DFA4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tatagaaata gagatgttga cacagacttt gtgaatgagt tttacgcata tttgcgtaaa</w:t>
      </w:r>
    </w:p>
    <w:p w14:paraId="5E470FD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catttctcaa tgatgatact ctctgacgat gctgttgtgt gtttcaatag cacttatgca</w:t>
      </w:r>
    </w:p>
    <w:p w14:paraId="673899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tctcaaggtc tagtggctag cataaagaac tttaagtcag ttctttatta tcaaaacaat</w:t>
      </w:r>
    </w:p>
    <w:p w14:paraId="0168AC1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gtttttatgt ctgaagcaaa atgttggact gagactgacc ttactaaagg acctcatgaa</w:t>
      </w:r>
    </w:p>
    <w:p w14:paraId="279FBD3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ttttgctctc aacatacaat gctagttaaa cagggtgatg attatgtgta ccttccttac</w:t>
      </w:r>
    </w:p>
    <w:p w14:paraId="362A90F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ccagatccat caagaatcct aggggccggc tgttttgtag atgatatcgt aaaaacagat</w:t>
      </w:r>
    </w:p>
    <w:p w14:paraId="1A0748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ggtacactta tgattgaacg gttcgtgtct ttagctatag atgcttaccc acttactaaa</w:t>
      </w:r>
    </w:p>
    <w:p w14:paraId="2465E7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catcctaatc aggagtatgc tgatgtcttt catttgtact tacaatacat aagaaagcta</w:t>
      </w:r>
    </w:p>
    <w:p w14:paraId="747ACC4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catgatgagt taacaggaca catgttagac atgtattctg ttatgcttac taatgataac</w:t>
      </w:r>
    </w:p>
    <w:p w14:paraId="25FBEF6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acttcaaggt attgggaacc tgagttttat gaggctatgt acacaccgca tacagtctta</w:t>
      </w:r>
    </w:p>
    <w:p w14:paraId="4D1CF9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caggctgttg gggcttgtgt tctttgcaat tcacagactt cattaagatg tggtgcttgc</w:t>
      </w:r>
    </w:p>
    <w:p w14:paraId="6B9A63E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atacgtagac cattcttatg ttgtaaatgc tgttacgacc atgtcatatc aacatcacat</w:t>
      </w:r>
    </w:p>
    <w:p w14:paraId="1CF683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aaattagtct tgtctgttaa tccgtatgtt tgcaatgctc caggttgtga tgtcacagat</w:t>
      </w:r>
    </w:p>
    <w:p w14:paraId="38302F8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gtgactcaac tttacttagg aggtatgagc tattattgta aatcacataa accacccatt</w:t>
      </w:r>
    </w:p>
    <w:p w14:paraId="2B9C47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agttttccat tgtgtgctaa tggacaagtt tttggtttat ataaaaatac atgtgttggt</w:t>
      </w:r>
    </w:p>
    <w:p w14:paraId="257883D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agcgataatg ttactgactt taatgcaatt gcaacatgtg actggacaaa tgctggtgat</w:t>
      </w:r>
    </w:p>
    <w:p w14:paraId="1B6582D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tacattttag ctaacacctg tactgaaaga ctcaagcttt ttgcagcaga aacgctcaaa</w:t>
      </w:r>
    </w:p>
    <w:p w14:paraId="2059B9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gctactgagg agacatttaa actgtcttat ggtattgcta ctgtacgtga agtgctgtct</w:t>
      </w:r>
    </w:p>
    <w:p w14:paraId="2D22580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gacagagaat tacatctttc atgggaagtt ggtaaaccta gaccaccact taaccgaaat</w:t>
      </w:r>
    </w:p>
    <w:p w14:paraId="1997EC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tatgtcttta ctggttatcg tgtaactaaa aacagtaaag tacaaatagg agagtacacc</w:t>
      </w:r>
    </w:p>
    <w:p w14:paraId="74578EF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tttgaaaaag gtgactatgg tgatgctgtt gtttaccgag gtacaacaac ttacaaatta</w:t>
      </w:r>
    </w:p>
    <w:p w14:paraId="5E14454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aatgttggtg attattttgt gctgacatca catacagtaa tgccattaag tgcacctaca</w:t>
      </w:r>
    </w:p>
    <w:p w14:paraId="4AB209B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ctagtgccac aagagcacta tgttagaatt actggcttat acccaacact caatatctca</w:t>
      </w:r>
    </w:p>
    <w:p w14:paraId="2B2B53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gatgagtttt ctagcaatgt tgcaaattat caaaaggttg gtatgcaaaa gtattctaca</w:t>
      </w:r>
    </w:p>
    <w:p w14:paraId="38405A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ctccagggac cacctggtac tggtaagagt cattttgcta ttggcctagc tctctactac</w:t>
      </w:r>
    </w:p>
    <w:p w14:paraId="17CACD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ccttctgctc gcatagtgta tacagcttgc tctcatgccg ctgttgatgc actatgtgag</w:t>
      </w:r>
    </w:p>
    <w:p w14:paraId="5A297E5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aaggcattaa aatatttgcc tatagataaa tgtagtagaa ttatacctgc acgtgctcgt</w:t>
      </w:r>
    </w:p>
    <w:p w14:paraId="04E154F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gtagagtgtt ttgataaatt caaagtgaat tcaacattag aacagtatgt cttttgtact</w:t>
      </w:r>
    </w:p>
    <w:p w14:paraId="5385040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gtaaatgcat tgcctgagac gacagcagat atagttgtct ttgatgaaat ttcaatggcc</w:t>
      </w:r>
    </w:p>
    <w:p w14:paraId="30F991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acaaattatg atttgagtgt tgtcaatgcc agattacgtg ctaagcacta tgtgtacatt</w:t>
      </w:r>
    </w:p>
    <w:p w14:paraId="7140BAF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ggcgaccctg ctcaattacc tgcaccacgc acattgctaa ctaagggcac actagaacca</w:t>
      </w:r>
    </w:p>
    <w:p w14:paraId="5B5136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gaatatttca attcagtgtg tagacttatg aaaactatag gtccagacat gttcctcgga</w:t>
      </w:r>
    </w:p>
    <w:p w14:paraId="55A0C86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acttgtcggc gttgtcctgc tgaaattgtt gacactgtga gtgctttggt ttatgataat</w:t>
      </w:r>
    </w:p>
    <w:p w14:paraId="143455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aagcttaaag cacataaaga caaatcagct caatgcttta aaatgtttta taagggtgtt</w:t>
      </w:r>
    </w:p>
    <w:p w14:paraId="36D16EB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atcacgcatg atgtttcatc tgcaattaac aggccacaaa taggcgtggt aagagaattc</w:t>
      </w:r>
    </w:p>
    <w:p w14:paraId="1B923C5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cttacacgta accctgcttg gagaaaagct gtctttattt caccttataa ttcacagaat</w:t>
      </w:r>
    </w:p>
    <w:p w14:paraId="54220D8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gctgtagcct caaagatttt gggactacca actcaaactg ttgattcatc acagggctca</w:t>
      </w:r>
    </w:p>
    <w:p w14:paraId="396ED7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gaatatgact atgtcatatt cactcaaacc actgaaacag ctcactcttg taatgtaaac</w:t>
      </w:r>
    </w:p>
    <w:p w14:paraId="6C53FE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agatttaatg ttgctattac cagagcaaaa gtaggcatac tttgcataat gtctgataga</w:t>
      </w:r>
    </w:p>
    <w:p w14:paraId="6D46378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gacctttatg acaagttgca atttacaagt cttgaaattc cacgtaggaa tgtggcaact</w:t>
      </w:r>
    </w:p>
    <w:p w14:paraId="39CC103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ttacaagctg aaaatgtaac aggactcttt aaagattgta gtaaggtaat cactgggtta</w:t>
      </w:r>
    </w:p>
    <w:p w14:paraId="64975C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catcctacac aggcacctac acacctcagt gttgacacta aattcaaaac tgaaggttta</w:t>
      </w:r>
    </w:p>
    <w:p w14:paraId="1DB56C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tgtgttgacg tacctggcat acctaaggac atgacctata gaagactcat ctctatgatg</w:t>
      </w:r>
    </w:p>
    <w:p w14:paraId="5406911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ggttttaaaa tgaattatca agttaatggt taccctaaca tgtttatcac ccgcgaagaa</w:t>
      </w:r>
    </w:p>
    <w:p w14:paraId="1AF80D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gctataagac atgtacgtgc atggattggc ttcgatgtcg aggggtgtca tgctactaga</w:t>
      </w:r>
    </w:p>
    <w:p w14:paraId="3926BB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gaagctgttg gtaccaattt acctttacag ctaggttttt ctacaggtgt taacctagtt</w:t>
      </w:r>
    </w:p>
    <w:p w14:paraId="1E00693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gctgtaccta caggttatgt tgatacacct aataatacag atttttccag agttagtgct</w:t>
      </w:r>
    </w:p>
    <w:p w14:paraId="10D13B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aaaccaccgc ctggagatca atttaaacac cttataccac ttatgtacaa aggacttcct</w:t>
      </w:r>
    </w:p>
    <w:p w14:paraId="45E3584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tggaatgtag tgcgtataaa gattgtacaa atgttaagtg acacacttaa aaatctctct</w:t>
      </w:r>
    </w:p>
    <w:p w14:paraId="3DBEE5B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gacagagtcg tatttgtctt atgggcacat ggctttgagt tgacatctat gaagtatttt</w:t>
      </w:r>
    </w:p>
    <w:p w14:paraId="5F7FD80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gtgaaaatag gacctgagcg cacctgttgt ctatgtgata gacgtgccac atgcttttcc</w:t>
      </w:r>
    </w:p>
    <w:p w14:paraId="46904F8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actgcttcag acacttatgc ctgttggcat cattctattg gatttgatta cgtctataat</w:t>
      </w:r>
    </w:p>
    <w:p w14:paraId="2946C7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ccgtttatga ttgatgttca acaatggggt tttacaggta acctacaaag caaccatgat</w:t>
      </w:r>
    </w:p>
    <w:p w14:paraId="1B5115F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ctgtattgtc aagtccatgg taatgcacat gtagctagtt gtgatgcaat catgactagg</w:t>
      </w:r>
    </w:p>
    <w:p w14:paraId="10C4D0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tgtctagctg tccacgagtg ctttgttaag cgtgttgact ggactattga atatcctata</w:t>
      </w:r>
    </w:p>
    <w:p w14:paraId="696D0C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attggtgatg aactgaagat taatgcggct tgtagaaagg ttcaacacat ggttgttaaa</w:t>
      </w:r>
    </w:p>
    <w:p w14:paraId="177756A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gctgcattat tagcagacaa attcccagtt cttcacgaca ttggtaaccc taaagctatt</w:t>
      </w:r>
    </w:p>
    <w:p w14:paraId="584450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aagtgtgtac ctcaagctga tgtagaatgg aagttctatg atgcacagcc ttgtagtgac</w:t>
      </w:r>
    </w:p>
    <w:p w14:paraId="4FDEDBF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aaagcttata aaatagaaga attattctat tcttatgcca cacattctga caaattcaca</w:t>
      </w:r>
    </w:p>
    <w:p w14:paraId="33AA71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gatggtgtat gcctattttg gaattgcaat gtcgatagat atcctgctaa ttccattgtt</w:t>
      </w:r>
    </w:p>
    <w:p w14:paraId="2CCFEC6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tgtagatttg acactagagt gctatctaac cttaacttgc ctggttgtga tggtggcagt</w:t>
      </w:r>
    </w:p>
    <w:p w14:paraId="3FACDCC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ttgtatgtaa ataaacatgc attccacaca ccagcttttg ataaaagtgc ttttgttaat</w:t>
      </w:r>
    </w:p>
    <w:p w14:paraId="659F4C7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ttaaaacaat taccattttt ctattactct gacagtccat gtgagtctca tggaaaacaa</w:t>
      </w:r>
    </w:p>
    <w:p w14:paraId="2B460AB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gtagtgtcag atatagatta tgtaccacta aagtctgcta cgtgtataac acgttgcaat</w:t>
      </w:r>
    </w:p>
    <w:p w14:paraId="3916B86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ttaggtggtg ctgtctgtag acatcatgct aatgagtaca gattgtatct cgatgcttat</w:t>
      </w:r>
    </w:p>
    <w:p w14:paraId="37ACDC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aacatgatga tctcagctgg ctttagcttg tgggtttaca aacaatttga tacttataac</w:t>
      </w:r>
    </w:p>
    <w:p w14:paraId="7D8D29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ctctggaaca cttttacaag acttcagagt ttagaaaatg tggcttttaa tgttgtaaat</w:t>
      </w:r>
    </w:p>
    <w:p w14:paraId="2B82D84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aagggacact ttgatggaca acagggtgaa gtaccagttt ctatcattaa taacactgtt</w:t>
      </w:r>
    </w:p>
    <w:p w14:paraId="55B0376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tacacaaaag ttgatggtgt tgatgtagaa ttgtttgaaa ataaaacaac attacctgtt</w:t>
      </w:r>
    </w:p>
    <w:p w14:paraId="644AE7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aatgtagcat ttgagctttg ggctaagcgc aacattaaac cagtaccaga ggtgaaaata</w:t>
      </w:r>
    </w:p>
    <w:p w14:paraId="28B22F1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ctcaataatt tgggtgtgga cattgctgct aatactgtga tctgggacta caaaagagat</w:t>
      </w:r>
    </w:p>
    <w:p w14:paraId="56C4A9C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gctccagcac atatatctac tattggtgtt tgttctatga ctgacatagc caagaaacca</w:t>
      </w:r>
    </w:p>
    <w:p w14:paraId="51B2AB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actgaaacga tttgtgcacc actcactgtc ttttttgatg gtagagttga tggtcaagta</w:t>
      </w:r>
    </w:p>
    <w:p w14:paraId="4E7ACBD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gacttattta gaaatgcccg taatggtgtt cttattacag aaggtagtgt taaaggttta</w:t>
      </w:r>
    </w:p>
    <w:p w14:paraId="57EAACA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caaccatctg taggtcccaa acaagctagt cttaatggag tcacattaat tggagaagcc</w:t>
      </w:r>
    </w:p>
    <w:p w14:paraId="60EF642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gtaaaaacac agttcaatta ttataagaaa gttgatggtg ttgtccaaca attacctgaa</w:t>
      </w:r>
    </w:p>
    <w:p w14:paraId="5AE311C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acttacttta ctcagagtag aaatttacaa gaatttaaac ccaggagtca aatggaaatt</w:t>
      </w:r>
    </w:p>
    <w:p w14:paraId="542EBE3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gatttcttag aattagctat ggatgaattc attgaacggt ataaattaga aggctatgcc</w:t>
      </w:r>
    </w:p>
    <w:p w14:paraId="204313A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ttcgaacata tcgtttatgg agattttagt catagtcagt taggtggttt acatctactg</w:t>
      </w:r>
    </w:p>
    <w:p w14:paraId="48569E5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attggactag ctaaacgttt taaggaatca ccttttgaat tagaagattt tattcctatg</w:t>
      </w:r>
    </w:p>
    <w:p w14:paraId="3E04C51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gacagtacag ttaaaaacta tttcataaca gatgcgcaaa caggttcatc taagtgtgtg</w:t>
      </w:r>
    </w:p>
    <w:p w14:paraId="580B10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tgttctgtta ttgatttatt acttgatgat tttgttgaaa taataaaatc ccaagattta</w:t>
      </w:r>
    </w:p>
    <w:p w14:paraId="3B83E6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tctgtagttt ctaaggttgt caaagtgact attgactata cagaaatttc atttatgctt</w:t>
      </w:r>
    </w:p>
    <w:p w14:paraId="4E2D74B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tggtgtaaag atggccatgt agaaacattt tacccaaaat tacaatctag tcaagcgtgg</w:t>
      </w:r>
    </w:p>
    <w:p w14:paraId="40E46D1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caaccgggtg ttgctatgcc taatctttac aaaatgcaaa gaatgctatt agaaaagtgt</w:t>
      </w:r>
    </w:p>
    <w:p w14:paraId="163B1EC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gaccttcaaa attatggtga tagtgcaaca ttacctaaag gcataatgat gaatgtcgca</w:t>
      </w:r>
    </w:p>
    <w:p w14:paraId="7518439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aaatatactc aactgtgtca atatttaaac acattaacat tagctgtacc ctataatatg</w:t>
      </w:r>
    </w:p>
    <w:p w14:paraId="3EE67B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agagttatac attttggtgc tggttctgat aaaggagttg caccaggtac agctgtttta</w:t>
      </w:r>
    </w:p>
    <w:p w14:paraId="2B1EE6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agacagtggt tgcctacggg tacgctgctt gtcgattcag atcttaatga ctttgtctct</w:t>
      </w:r>
    </w:p>
    <w:p w14:paraId="5B76118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gatgcagatt caactttgat tggtgattgt gcaactgtac atacagctaa taaatgggat</w:t>
      </w:r>
    </w:p>
    <w:p w14:paraId="5B8A73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ctcattatta gtgatatgta cgaccctaag actaaaaatg ttacaaaaga aaatgactct</w:t>
      </w:r>
    </w:p>
    <w:p w14:paraId="697EF0E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aaagagggtt ttttcactta catttgtggg tttatacaac aaaagctagc tcttggaggt</w:t>
      </w:r>
    </w:p>
    <w:p w14:paraId="45EDFA6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tccgtggcta taaagataac agaacattct tggaatgctg atctttataa gctcatggga</w:t>
      </w:r>
    </w:p>
    <w:p w14:paraId="55AD46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cacttcgcat ggtggacagc ctttgttact aatgtgaatg cgtcatcatc tgaagcattt</w:t>
      </w:r>
    </w:p>
    <w:p w14:paraId="737A1F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ttaattggat gtaattatct tggcaaacca cgcgaacaaa tagatggtta tgtcatgcat</w:t>
      </w:r>
    </w:p>
    <w:p w14:paraId="2F2A26E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gcaaattaca tattttggag gaatacaaat ccaattcagt tgtcttccta ttctttattt</w:t>
      </w:r>
    </w:p>
    <w:p w14:paraId="7F22EDF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gacatgagta aatttcccct taaattaagg ggtactgctg ttatgtcttt aaaagaaggt</w:t>
      </w:r>
    </w:p>
    <w:p w14:paraId="7A0F0CB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caaatcaatg atatgatttt atctcttctt agtaaaggta gacttataat tagagaaaac</w:t>
      </w:r>
    </w:p>
    <w:p w14:paraId="2E67C47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aacagagttg ttatttctag tgatgttctt gttaacaact aaacgaacaa tgtttgtttt</w:t>
      </w:r>
    </w:p>
    <w:p w14:paraId="5DE9BA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tcttgtttta ttgccactag tctctagtca gtgtgttaat cttacaacca gaactcaatt</w:t>
      </w:r>
    </w:p>
    <w:p w14:paraId="6AA7074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accccctgca tacactaatt ctttcacacg tggtgtttat taccctgaca aagttttcag</w:t>
      </w:r>
    </w:p>
    <w:p w14:paraId="24CEBD8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atcctcagtt ttacattcaa ctcaggactt gttcttacct ttcttttcca atgttacttg</w:t>
      </w:r>
    </w:p>
    <w:p w14:paraId="2A4AC2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gttccatgtt atctctggga ccaatggtac taagaggttt gataaccctg tcctaccatt</w:t>
      </w:r>
    </w:p>
    <w:p w14:paraId="110577A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taatgatggt gtttattttg cttccattga gaagtctaac ataataagag gctggatttt</w:t>
      </w:r>
    </w:p>
    <w:p w14:paraId="19CB0B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tggtactact ttagattcga agacccagtc cctacttatt gttaataacg ctactaatgt</w:t>
      </w:r>
    </w:p>
    <w:p w14:paraId="1D88913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tgttattaaa gtctgtgaat ttcaattttg taatgatcca tttttggacc acaaaaacaa</w:t>
      </w:r>
    </w:p>
    <w:p w14:paraId="1B380AB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caaaagttgg atggaaagtg agttcagagt ttattctagt gcgaataatt gcacttttga</w:t>
      </w:r>
    </w:p>
    <w:p w14:paraId="5000654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atatgtctct cagccttttc ttatggacct tgaaggaaaa cagggtaatt tcaaaaatct</w:t>
      </w:r>
    </w:p>
    <w:p w14:paraId="3A3B0BB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tagggaattt gtgtttaaga atattgatgg ttattttaaa atatattcta agcacacgcc</w:t>
      </w:r>
    </w:p>
    <w:p w14:paraId="063E70E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tattatagtg cgtgagccag aagatctccc tcagggtttt tcggctttag aaccattggt</w:t>
      </w:r>
    </w:p>
    <w:p w14:paraId="247D676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agatttgcca ataggtatta acatcactag gtttcaaact ttacttgctt tacatagaag</w:t>
      </w:r>
    </w:p>
    <w:p w14:paraId="79F53B2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ttatttgact cctggtgatt cttcttcagg ttggacagct ggtgctgcag cttattatgt</w:t>
      </w:r>
    </w:p>
    <w:p w14:paraId="4FEA30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gggttatctt caacctagga cttttctatt aaaatataat gaaaatggaa ccattacaga</w:t>
      </w:r>
    </w:p>
    <w:p w14:paraId="66615A0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tgctgtagac tgtgcacttg accctctctc agaaacaaag tgtacgttga aatccttcac</w:t>
      </w:r>
    </w:p>
    <w:p w14:paraId="3FC7FD9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tgtagaaaaa ggaatctatc aaacttctaa ctttagagtc caaccaacag aatctattgt</w:t>
      </w:r>
    </w:p>
    <w:p w14:paraId="76592A8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tagatttcct aatattacaa acttgtgccc ttttgatgaa gtttttaacg ccaccagatt</w:t>
      </w:r>
    </w:p>
    <w:p w14:paraId="55C25E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tgcatctgtt tatgcttgga acaggaagag aatcagcaac tgtgttgctg attattctgt</w:t>
      </w:r>
    </w:p>
    <w:p w14:paraId="1CA1077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cctatataat ctcgcaccat ttttcacttt taagtgttat ggagtgtctc ctactaaatt</w:t>
      </w:r>
    </w:p>
    <w:p w14:paraId="68A7B83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aaatgatctc tgctttacta atgtctatgc agattcattt gtaattagag gtgatgaagt</w:t>
      </w:r>
    </w:p>
    <w:p w14:paraId="0553165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cagacaaatc gctccagggc aaactggaaa tattgctgat tataattata aattaccaga</w:t>
      </w:r>
    </w:p>
    <w:p w14:paraId="5F8C9A7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tgattttaca ggctgcgtta tagcttggaa ttctaacaag cttgattcta aggttagtgg</w:t>
      </w:r>
    </w:p>
    <w:p w14:paraId="300F7E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taattataat tacctgtata gattgtttag gaagtctaat ctcaaacctt ttgagagaga</w:t>
      </w:r>
    </w:p>
    <w:p w14:paraId="5D7702E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tatttcaact gaaatctatc aggccggtaa caaaccttgt aatggtgttg caggttttaa</w:t>
      </w:r>
    </w:p>
    <w:p w14:paraId="39B802C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ttgttacttt cctttacgat catatagttt ccaacccact tatggtgttg gtcaccaacc</w:t>
      </w:r>
    </w:p>
    <w:p w14:paraId="6350885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atacagagta gtagtacttt cttttgaact tctacatgca ccagcaactg tttgtggacc</w:t>
      </w:r>
    </w:p>
    <w:p w14:paraId="238AE3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taaaaagtct actaatttgg ttaaaaacaa atgtgtcaat ttcaacttca atggtttaaa</w:t>
      </w:r>
    </w:p>
    <w:p w14:paraId="2238DA1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aggcacaggt gttcttactg agtctaacaa aaagtttctg cctttccaac aatttggcag</w:t>
      </w:r>
    </w:p>
    <w:p w14:paraId="7A142B9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agacattgct gacactactg atgctgtccg tgatccacag acacttgaga ttcttgacat</w:t>
      </w:r>
    </w:p>
    <w:p w14:paraId="72D8AA9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tacaccatgt tcttttggtg gtgtcagtgt tataacacca ggaacaaata cttctaacca</w:t>
      </w:r>
    </w:p>
    <w:p w14:paraId="7D14B31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ggttgctgtt ctttatcagg gtgttaactg cacagaagtc cctgttgcta ttcatgcaga</w:t>
      </w:r>
    </w:p>
    <w:p w14:paraId="1E28B7D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tcaacttact cctacttggc gtgtttattc tacaggttct aatgtttttc aaacacgtgc</w:t>
      </w:r>
    </w:p>
    <w:p w14:paraId="1B220F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aggctgttta ataggggctg aatatgtcaa caactcatat gagtgtgaca tacccattgg</w:t>
      </w:r>
    </w:p>
    <w:p w14:paraId="04B2909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tgcaggtata tgcgctagtt atcagactca gactaagtct catcggcggg cacgtagtgt</w:t>
      </w:r>
    </w:p>
    <w:p w14:paraId="51609A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agctagtcaa tccatcattg cctacactat gtcacttggt gcagaaaatt cagttgctta</w:t>
      </w:r>
    </w:p>
    <w:p w14:paraId="02192D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ctctaataac tctattgcca tacccacaaa ttttactatt agtgttacca cagaaattct</w:t>
      </w:r>
    </w:p>
    <w:p w14:paraId="1AE594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accagtgtct atgaccaaga catcagtaga ttgtacaatg tacatttgtg gtgattcaac</w:t>
      </w:r>
    </w:p>
    <w:p w14:paraId="7477EA4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tgaatgcagc aatcttttgt tgcaatatgg cagtttttgt acacaattaa aacgtgcttt</w:t>
      </w:r>
    </w:p>
    <w:p w14:paraId="37628FA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aactggaata gctgttgaac aagacaaaaa cacccaagaa gtttttgcac aagtcaaaca</w:t>
      </w:r>
    </w:p>
    <w:p w14:paraId="5B2D39C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aatttacaaa acaccaccaa ttaaatattt tggtggtttt aatttttcac aaatattacc</w:t>
      </w:r>
    </w:p>
    <w:p w14:paraId="710D7D4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agatccatca aaaccaagca agaggtcatt tattgaagat ctacttttca acaaagtgac</w:t>
      </w:r>
    </w:p>
    <w:p w14:paraId="2D8BD0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acttgcagat gctggcttca tcaaacaata tggtgattgc cttggtgata ttgctgctag</w:t>
      </w:r>
    </w:p>
    <w:p w14:paraId="67C30D2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agacctcatt tgtgcacaaa agtttaaagg ccttactgtt ttgccacctt tgctcacaga</w:t>
      </w:r>
    </w:p>
    <w:p w14:paraId="40DBD88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tgaaatgatt gctcaataca cttctgcact gttagcgggt acaatcactt ctggttggac</w:t>
      </w:r>
    </w:p>
    <w:p w14:paraId="4D0E5A3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ctttggtgca ggtgctgcat tacaaatacc atttgctatg caaatggctt ataggtttaa</w:t>
      </w:r>
    </w:p>
    <w:p w14:paraId="3AA8633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tggtattgga gttacacaga atgttctcta tgagaaccaa aaattgattg ccaaccaatt</w:t>
      </w:r>
    </w:p>
    <w:p w14:paraId="68F2663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taatagtgct attggcaaaa ttcaagactc actttcttcc acagcaagtg cacttggaaa</w:t>
      </w:r>
    </w:p>
    <w:p w14:paraId="3648C2F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acttcaagat gtggtcaacc ataatgcaca agctttaaac acgcttgtta aacaacttag</w:t>
      </w:r>
    </w:p>
    <w:p w14:paraId="206B8BC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ctccaaattt ggtgcaattt caagtgtttt aaatgatatc ttttcacgtc ttgacaaagt</w:t>
      </w:r>
    </w:p>
    <w:p w14:paraId="58DDAD7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tgaggctgaa gtgcaaattg ataggttgat cacaggcaga cttcaaagtt tgcagacata</w:t>
      </w:r>
    </w:p>
    <w:p w14:paraId="4B5501E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tgtgactcaa caattaatta gagctgcaga aatcagagct tctgctaatc ttgctgctac</w:t>
      </w:r>
    </w:p>
    <w:p w14:paraId="1736D9E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taaaatgtca gagtgtgtac ttggacaatc aaaaagagtt gatttttgtg gaaagggcta</w:t>
      </w:r>
    </w:p>
    <w:p w14:paraId="2E533F3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tcatcttatg tccttccctc agtcagcacc tcatggtgta gtcttcttgc atgtgactta</w:t>
      </w:r>
    </w:p>
    <w:p w14:paraId="4AAD5DA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tgtccctgca caagaaaaga acttcacaac tgctcctgcc atttgtcatg atggaaaagc</w:t>
      </w:r>
    </w:p>
    <w:p w14:paraId="77EE916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acactttcct cgtgaaggtg tctttgtttc aaatggcaca cactggtttg taacacaaag</w:t>
      </w:r>
    </w:p>
    <w:p w14:paraId="164C1B8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gaatttttat gaaccacaaa tcattactac agacaacaca tttgtgtctg gtaactgtga</w:t>
      </w:r>
    </w:p>
    <w:p w14:paraId="00C96D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tgttgtaata ggaattgtca acaacacagt ttatgatcct ttgcaacctg aattagattc</w:t>
      </w:r>
    </w:p>
    <w:p w14:paraId="4A6D39D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attcaaggag gagttagata aatattttaa gaatcataca tcaccagatg ttgatttagg</w:t>
      </w:r>
    </w:p>
    <w:p w14:paraId="5B511B0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tgacatctct ggcattaatg cttcagttgt aaacattcaa aaagaaattg accgcctcaa</w:t>
      </w:r>
    </w:p>
    <w:p w14:paraId="51863DF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tgaggttgcc aagaatttaa atgaatctct catcgatctc caagaacttg gaaagtatga</w:t>
      </w:r>
    </w:p>
    <w:p w14:paraId="2603506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gcagtatata aaatggccat ggtacatttg gctaggtttt atagctggct tgattgccat</w:t>
      </w:r>
    </w:p>
    <w:p w14:paraId="6830FB1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agtaatggtg acaattatgc tttgctgtat gaccagttgc tgtagttgtc tcaagggctg</w:t>
      </w:r>
    </w:p>
    <w:p w14:paraId="3A1DF3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ttgttcttgt ggatcctgct gcaaatttga tgaagacgac tctgagccag tgctcaaagg</w:t>
      </w:r>
    </w:p>
    <w:p w14:paraId="2A0BCF8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agtcaaatta cattacacat aaacgaactt atggatttgt ttatgagaat attcacaatt</w:t>
      </w:r>
    </w:p>
    <w:p w14:paraId="22253FD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ggaactgtaa ctttgaagca aggtgaaatc aaggatgcta ctccttcaga ttttgttcgc</w:t>
      </w:r>
    </w:p>
    <w:p w14:paraId="0A0FE89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gctactgcaa cgataccgat acaagcctca ctccctttcg gatggcttat tgttggcgtt</w:t>
      </w:r>
    </w:p>
    <w:p w14:paraId="1F5B950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gcacttcttg ctgtttttca gagcgcttcc aaaatcataa ctctcaaaaa gagatggcaa</w:t>
      </w:r>
    </w:p>
    <w:p w14:paraId="1770AD5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ctagcactct ccaagggtgt tcactttgtt tgcaacttgc tgttgttgtt tgtaacagtt</w:t>
      </w:r>
    </w:p>
    <w:p w14:paraId="58B5E7B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tactcacacc ttttgctcgt tgctgctggc cttgaagccc cttttttcta tctttatgct</w:t>
      </w:r>
    </w:p>
    <w:p w14:paraId="5587823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ttagtctact tcttgcagag tataaacttt gtaagaataa taatgaggct ttggctttgc</w:t>
      </w:r>
    </w:p>
    <w:p w14:paraId="4A9C5CC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tggaaatgcc gttccaaaaa cccattactt tatgatgcca actattttct ttgctggcat</w:t>
      </w:r>
    </w:p>
    <w:p w14:paraId="6BA08A2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actaattgtt acgactattg tataccttac aatagtgtaa cttcttcaat tgtcattact</w:t>
      </w:r>
    </w:p>
    <w:p w14:paraId="08E19D3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tcaggtgatg gcacaacaag tcctatttct gaacatgact accagattgg tggttatact</w:t>
      </w:r>
    </w:p>
    <w:p w14:paraId="525827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gaaaaatggg aatctggagt aaaagactgt gttgtattac acagttactt cacttcagac</w:t>
      </w:r>
    </w:p>
    <w:p w14:paraId="1AE318E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tattaccagc tgtactcaac tcaattgagt acagacactg gtgttgaaca tgttaccttc</w:t>
      </w:r>
    </w:p>
    <w:p w14:paraId="153E201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ttcatctaca ataaaattgt tgatgagcct gaagaacatg tccaaattca cacaatcgac</w:t>
      </w:r>
    </w:p>
    <w:p w14:paraId="0B610C1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ggttcatccg gagttgttaa tccagtaatg gaaccaattt atgatgaacc gacgacgact</w:t>
      </w:r>
    </w:p>
    <w:p w14:paraId="25196EA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actagcgtgc ctttgtaagc acaagctgat gagtacgaac ttatgtactc attcgtttcg</w:t>
      </w:r>
    </w:p>
    <w:p w14:paraId="5BB6BB2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gaagagatag gtacgttaat agttaatagc gtacttcttt ttcttgcttt cgtggtattc</w:t>
      </w:r>
    </w:p>
    <w:p w14:paraId="0C36DA1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ttgctagtta cactagccat ccttactgcg cttcgattgt gtgcgtactg ctgcaatatt</w:t>
      </w:r>
    </w:p>
    <w:p w14:paraId="2F59F8D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gttaacgtga gtcttgtaaa accttctttt tacgtttact ctcgtgttaa aaatctgaat</w:t>
      </w:r>
    </w:p>
    <w:p w14:paraId="29ACA22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tcttctagag ttcctgatct tctggtctaa acgaactaaa tattatatta gtttttctgt</w:t>
      </w:r>
    </w:p>
    <w:p w14:paraId="5ED4AB2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ttggaacttt aattttagcc atggcaggtt ccaacggtac tattaccgtt gaagagctta</w:t>
      </w:r>
    </w:p>
    <w:p w14:paraId="1FB69E8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aaaagctcct tgaagaatgg aacctagtaa taggtttcct attccttaca tggatttgtc</w:t>
      </w:r>
    </w:p>
    <w:p w14:paraId="3BEBA29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ttctacaatt tgcctatgcc aacaggaata ggtttttgta tataattaag ttaattttcc</w:t>
      </w:r>
    </w:p>
    <w:p w14:paraId="59C8572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tctggctgtt atggccagta actttaactt gttttgtgct tgctgctgtt tacagaataa</w:t>
      </w:r>
    </w:p>
    <w:p w14:paraId="75C3B7F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attggatcac cggtggaatt gctatcgcaa tggcttgtct tgtaggcttg atgtggctca</w:t>
      </w:r>
    </w:p>
    <w:p w14:paraId="7075B8A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gctacttcat tgcttctttc agactgtttg cgcgtacgcg ttccatgtgg tcattcaatc</w:t>
      </w:r>
    </w:p>
    <w:p w14:paraId="6F38C4F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cagaaactaa cattcttctc aacgtgccac tccatggcac tattctgacc agaccgcttc</w:t>
      </w:r>
    </w:p>
    <w:p w14:paraId="6FEA094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tagaaagtga actcgtaatc ggagctgtga tccttcgtgg acatcttcgt attgctggac</w:t>
      </w:r>
    </w:p>
    <w:p w14:paraId="0072F43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accatctagg acgctgtgac atcaaggacc tgcctaaaga aatcactgtt gctacatcac</w:t>
      </w:r>
    </w:p>
    <w:p w14:paraId="55107CF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gaacgctttc ttattacaaa ttgggagctt cgcagcgtgt agcaggtgac tcaggttttg</w:t>
      </w:r>
    </w:p>
    <w:p w14:paraId="7497AB8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ctgcatacag tcgctacagg attggcaact ataaattaaa cacagaccat tccagtagca</w:t>
      </w:r>
    </w:p>
    <w:p w14:paraId="799D745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gtgacaatat tgctttgctt gtacagtaag tgacaacaga tgtttcatct cgttgacttt</w:t>
      </w:r>
    </w:p>
    <w:p w14:paraId="28856DA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caggttacta tagcagagat attactaatt attatgcgga cttttaaagt ttccatttgg</w:t>
      </w:r>
    </w:p>
    <w:p w14:paraId="21CC41C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aatcttgatt acatcataaa cctcataatt aaaaatttat ctaagtcact aactgagaat</w:t>
      </w:r>
    </w:p>
    <w:p w14:paraId="3403A21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aaatattctc aattagatga agagcaacca atggagattg attaaacgaa catgaaaatt</w:t>
      </w:r>
    </w:p>
    <w:p w14:paraId="0A6F2F4B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attcttttct tggcactgat aacactcgct acttgtgagc tttatcacta ccaagagtgt</w:t>
      </w:r>
    </w:p>
    <w:p w14:paraId="6676144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gttagaggta caacagtact tttaaaagaa ccttgctctt ctggaacata cgagggcaat</w:t>
      </w:r>
    </w:p>
    <w:p w14:paraId="5AF4E54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tcaccatttc atcctctagc tgataacaaa tttgcactga cttgctttag cactcaattt</w:t>
      </w:r>
    </w:p>
    <w:p w14:paraId="000D77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gcttttgctt gtcctgacgg cgtaaaacac gtctatcagt tacgtgccag atcagtttca</w:t>
      </w:r>
    </w:p>
    <w:p w14:paraId="1FC0130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cctaaactgt tcatcagaca agaggaagtt caagaacttt actctccaat ttttcttatt</w:t>
      </w:r>
    </w:p>
    <w:p w14:paraId="26A6B44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gttgcggcaa tagtgtttat aacactttgc ttcacactca aaagaaagac agaatgattg</w:t>
      </w:r>
    </w:p>
    <w:p w14:paraId="645F133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aactttcatt aattgacttc tatttgtgct ttttagcctt tctgttattc cttgttttaa</w:t>
      </w:r>
    </w:p>
    <w:p w14:paraId="2E71BFE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ttatgcttat tatcttttgg ttctcacttg aactgcaaga tcataatgaa acttgtcacg</w:t>
      </w:r>
    </w:p>
    <w:p w14:paraId="5CDC22B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cctaaacgaa catgaaattt cttgttttct taggaatcat cacaactgta gctgcatttc</w:t>
      </w:r>
    </w:p>
    <w:p w14:paraId="042B9A0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accaagaatg tagtttacag tcatgtactc aacatcaacc atatgtagtt gatgacccgt</w:t>
      </w:r>
    </w:p>
    <w:p w14:paraId="17BFA03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gtcctattca cttctattct aaatggtata ttagagtagg agctagaaaa tcagcacctt</w:t>
      </w:r>
    </w:p>
    <w:p w14:paraId="2D72D40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taattgaatt gtgcgtggat gaggctggtt ctaaatcacc cattcagtac atcgatatcg</w:t>
      </w:r>
    </w:p>
    <w:p w14:paraId="293D975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gtaattatac agtttcctgt ttacctttta caattaattg ccaggaacct aaattgggta</w:t>
      </w:r>
    </w:p>
    <w:p w14:paraId="3AE2D8C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gtcttgtagt gcgttgttcg ttctatgaag actttttaga gtatcatgac gttcgtgttg</w:t>
      </w:r>
    </w:p>
    <w:p w14:paraId="2BA3997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ttttagattt catctaaacg aacaaactta aatgtctgat aatggacccc aaaatcagcg</w:t>
      </w:r>
    </w:p>
    <w:p w14:paraId="3E43738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aaatgcactc cgcattacgt ttggtggacc ctcagattca actggcagta accagaatgg</w:t>
      </w:r>
    </w:p>
    <w:p w14:paraId="3CB2C65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tggggcgcga tcaaaacaac gtcggcccca aggtttaccc aataatactg cgtcttggtt</w:t>
      </w:r>
    </w:p>
    <w:p w14:paraId="31701DC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caccgctctc actcaacatg gcaaggaaga ccttaaattc cctcgaggac aaggcgttcc</w:t>
      </w:r>
    </w:p>
    <w:p w14:paraId="3533F04E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aattaacacc aatagcagtc cagatgacca aattggctac taccgaagag ctaccagacg</w:t>
      </w:r>
    </w:p>
    <w:p w14:paraId="2496A7F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aattcgtggt ggtgacggta aaatgaaaga tctcagtcca agatggtatt tctactacct</w:t>
      </w:r>
    </w:p>
    <w:p w14:paraId="42B6A172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aggaactggg ccagaagctg gacttcccta tggtgctaac aaagacggca tcatatgggt</w:t>
      </w:r>
    </w:p>
    <w:p w14:paraId="735C6FC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tgcaactgag ggagccttga atacaccaaa agatcacatt ggcacccgca atcctgctaa</w:t>
      </w:r>
    </w:p>
    <w:p w14:paraId="3C38E535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caatgctgca atcgtgctac aacttcctca aggaacaaca ttgccaaaag gcttctacgc</w:t>
      </w:r>
    </w:p>
    <w:p w14:paraId="6DBDF9D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agaagggagc agaggcggca gtcaagcctc ttctcgttcc tcatcacgta gtcgcaacag</w:t>
      </w:r>
    </w:p>
    <w:p w14:paraId="2C26BA46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ttcaagaaat tcaactccag gcagcagtaa acgaacttct cctgctagaa tggctggcaa</w:t>
      </w:r>
    </w:p>
    <w:p w14:paraId="64C4CAF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tggcggtgat gctgctcttg ctttgctgct gcttgacaga ttgaaccagc ttgagagcaa</w:t>
      </w:r>
    </w:p>
    <w:p w14:paraId="6CAC81F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aatgtctggt aaaggccaac aacaacaagg ccaaactgtc actaagaaat ctgctgctga</w:t>
      </w:r>
    </w:p>
    <w:p w14:paraId="31038939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ggcttctaag aagcctcggc aaaaacgtac tgccactaaa gcatacaatg taacacaagc</w:t>
      </w:r>
    </w:p>
    <w:p w14:paraId="6FB4201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tttcggcaga cgtggtccag aacaaaccca aggaaatttt ggggaccagg aactaatcag</w:t>
      </w:r>
    </w:p>
    <w:p w14:paraId="6C4081D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acaaggaact gattacaaac attggccgca aattgcacaa tttgccccca gcgcttcagc</w:t>
      </w:r>
    </w:p>
    <w:p w14:paraId="01C1699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gttcttcgga atgtcgcgca ttggcatgga agtcacacct tcgggaacgt ggttgaccta</w:t>
      </w:r>
    </w:p>
    <w:p w14:paraId="73FBF1DC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cacaggtgcc atcaaattgg atgacaaagg tccaaatttc aaagatcaag tcattttgct</w:t>
      </w:r>
    </w:p>
    <w:p w14:paraId="237A6D60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gaataagcat attgacgcat acaaaacatt cccaccaaca gagcctaaaa aggacaaaaa</w:t>
      </w:r>
    </w:p>
    <w:p w14:paraId="2AC2CE5F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gaagaaggct gatgaaactc aagccttacc gcagagacag aagaaacagc aaactgtgac</w:t>
      </w:r>
    </w:p>
    <w:p w14:paraId="0E73EBD4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tcttcttcct gctgcagatt tggatgattt ctccaaacaa ttgcaacaat ccatgagcag</w:t>
      </w:r>
    </w:p>
    <w:p w14:paraId="102AEB47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tgctgactca actcaggcct aaactcatgc agaccacaca aggcagatgg gctatataaa</w:t>
      </w:r>
    </w:p>
    <w:p w14:paraId="5990AC4D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cgttttcgct tttccgttta cgatatatag tctactcttg tgcagaatga attctcgtaa</w:t>
      </w:r>
    </w:p>
    <w:p w14:paraId="1E2EF7F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ctacatagca caagtagatg tagttaactt taatctcaca tagcaatctt taatcagtgt</w:t>
      </w:r>
    </w:p>
    <w:p w14:paraId="0AEA9698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gtaacattag ggaggacttg aaagagccac cacattttca ccgaggccac gcggagtacg</w:t>
      </w:r>
    </w:p>
    <w:p w14:paraId="64A007FA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atcgagtgta cagtgaacaa tgctagggag agctgcctat atggaagagc cctaatgtgt</w:t>
      </w:r>
    </w:p>
    <w:p w14:paraId="6A5EFBF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aaaattaatt ttagtagtgc tnnnnnnnnn nnnnnnnnnn nnnnnnnnnn nnnnnnnnna</w:t>
      </w:r>
    </w:p>
    <w:p w14:paraId="58F49C53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 aaaaaaaaaa aaaaaaaaaa aa</w:t>
      </w:r>
    </w:p>
    <w:p w14:paraId="3B1E1071" w14:textId="77777777" w:rsidR="00C043B2" w:rsidRPr="00C043B2" w:rsidRDefault="00C043B2" w:rsidP="00C043B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043B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8C9076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3B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043B2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F366D"/>
  <w15:chartTrackingRefBased/>
  <w15:docId w15:val="{E6040910-BAA8-6045-85D7-E5F1484D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1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8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7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0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10988</Words>
  <Characters>62633</Characters>
  <Application>Microsoft Office Word</Application>
  <DocSecurity>0</DocSecurity>
  <Lines>521</Lines>
  <Paragraphs>146</Paragraphs>
  <ScaleCrop>false</ScaleCrop>
  <Company/>
  <LinksUpToDate>false</LinksUpToDate>
  <CharactersWithSpaces>73475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2023-02-02T08:08:00Z</dcterms:created>
  <dcterms:modified xsi:type="dcterms:W3CDTF">2023-02-02T08:08:00Z</dcterms:modified>
</cp:coreProperties>
</file>